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5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9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-30" w:right="-10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-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616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3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  <w:p>
            <w:pPr>
              <w:spacing w:before="23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3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  <w:p>
            <w:pPr>
              <w:spacing w:before="23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  <w:p>
            <w:pPr>
              <w:spacing w:before="22" w:after="0" w:line="240" w:lineRule="auto"/>
              <w:ind w:left="28" w:right="-20"/>
              <w:jc w:val="left"/>
              <w:tabs>
                <w:tab w:pos="1760" w:val="left"/>
              </w:tabs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  <w:tab/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UM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Ç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Ã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60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58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7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,6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89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60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Ã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4" w:lineRule="exact"/>
              <w:ind w:left="96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Ú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029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616" w:type="dxa"/>
            <w:vMerge/>
            <w:tcBorders>
              <w:bottom w:val="nil" w:sz="6" w:space="0" w:color="auto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35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34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593.159973pt;margin-top:48.210014pt;width:163.25pt;height:547.639970pt;mso-position-horizontal-relative:page;mso-position-vertical-relative:page;z-index:-18633" coordorigin="11863,964" coordsize="3265,10953">
            <v:group style="position:absolute;left:11871;top:972;width:2;height:10936" coordorigin="11871,972" coordsize="2,10936">
              <v:shape style="position:absolute;left:11871;top:972;width:2;height:10936" coordorigin="11871,972" coordsize="0,10936" path="m11871,972l11871,11909e" filled="f" stroked="t" strokeweight=".81997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11879;top:8703;width:3241;height:2" coordorigin="11879,8703" coordsize="3241,2">
              <v:shape style="position:absolute;left:11879;top:8703;width:3241;height:2" coordorigin="11879,8703" coordsize="3241,0" path="m11879,8703l15120,8703e" filled="f" stroked="t" strokeweight=".82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136.3pt;height:547.999985pt;mso-position-horizontal-relative:page;mso-position-vertical-relative:page;z-index:-1863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1130" w:right="-4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2"/>
          <w:szCs w:val="12"/>
        </w:rPr>
      </w:r>
    </w:p>
    <w:p>
      <w:pPr>
        <w:spacing w:before="0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CÍ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</w:p>
    <w:p>
      <w:pPr>
        <w:jc w:val="left"/>
        <w:spacing w:after="0"/>
        <w:sectPr>
          <w:pgSz w:w="15840" w:h="12240" w:orient="landscape"/>
          <w:pgMar w:top="860" w:bottom="0" w:left="2260" w:right="1080"/>
          <w:cols w:num="2" w:equalWidth="0">
            <w:col w:w="9166" w:space="899"/>
            <w:col w:w="2435"/>
          </w:cols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31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30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593.159973pt;margin-top:48.210014pt;width:163.25pt;height:547.639970pt;mso-position-horizontal-relative:page;mso-position-vertical-relative:page;z-index:-18629" coordorigin="11863,964" coordsize="3265,10953">
            <v:group style="position:absolute;left:11871;top:972;width:2;height:10936" coordorigin="11871,972" coordsize="2,10936">
              <v:shape style="position:absolute;left:11871;top:972;width:2;height:10936" coordorigin="11871,972" coordsize="0,10936" path="m11871,972l11871,11909e" filled="f" stroked="t" strokeweight=".81997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11879;top:6304;width:3241;height:2" coordorigin="11879,6304" coordsize="3241,2">
              <v:shape style="position:absolute;left:11879;top:6304;width:3241;height:2" coordorigin="11879,6304" coordsize="3241,0" path="m11879,6304l15120,6304e" filled="f" stroked="t" strokeweight=".82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136.3pt;height:547.999985pt;mso-position-horizontal-relative:page;mso-position-vertical-relative:page;z-index:-18628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1130" w:right="-4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2"/>
          <w:szCs w:val="12"/>
        </w:rPr>
      </w:r>
    </w:p>
    <w:p>
      <w:pPr>
        <w:spacing w:before="0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7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UIM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pgSz w:w="15840" w:h="12240" w:orient="landscape"/>
          <w:pgMar w:top="860" w:bottom="0" w:left="2260" w:right="1120"/>
          <w:cols w:num="2" w:equalWidth="0">
            <w:col w:w="9166" w:space="949"/>
            <w:col w:w="2345"/>
          </w:cols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27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26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136.3pt;height:547.999985pt;mso-position-horizontal-relative:page;mso-position-vertical-relative:page;z-index:-1862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979" w:right="-4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right="6"/>
                          <w:jc w:val="righ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979" w:right="-43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right="6"/>
                          <w:jc w:val="righ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93.159973pt;margin-top:48.619999pt;width:163.659970pt;height:546.820pt;mso-position-horizontal-relative:page;mso-position-vertical-relative:page;z-index:-18624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1067" w:hRule="exact"/>
                    </w:trPr>
                    <w:tc>
                      <w:tcPr>
                        <w:tcW w:w="3241" w:type="dxa"/>
                        <w:tcBorders>
                          <w:top w:val="nil" w:sz="6" w:space="0" w:color="auto"/>
                          <w:bottom w:val="single" w:sz="6.5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14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195" w:right="1165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O</w:t>
                        </w:r>
                      </w:p>
                    </w:tc>
                  </w:tr>
                  <w:tr>
                    <w:trPr>
                      <w:trHeight w:val="5065" w:hRule="exact"/>
                    </w:trPr>
                    <w:tc>
                      <w:tcPr>
                        <w:tcW w:w="3241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5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065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Á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IO</w:t>
                        </w:r>
                      </w:p>
                    </w:tc>
                  </w:tr>
                  <w:tr>
                    <w:trPr>
                      <w:trHeight w:val="533" w:hRule="exact"/>
                    </w:trPr>
                    <w:tc>
                      <w:tcPr>
                        <w:tcW w:w="3241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1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138" w:right="1103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4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533" w:hRule="exact"/>
                    </w:trPr>
                    <w:tc>
                      <w:tcPr>
                        <w:tcW w:w="3241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1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065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IO</w:t>
                        </w:r>
                      </w:p>
                    </w:tc>
                  </w:tr>
                  <w:tr>
                    <w:trPr>
                      <w:trHeight w:val="533" w:hRule="exact"/>
                    </w:trPr>
                    <w:tc>
                      <w:tcPr>
                        <w:tcW w:w="3241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1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332" w:right="1304"/>
                          <w:jc w:val="center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UA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99" w:hRule="exact"/>
                    </w:trPr>
                    <w:tc>
                      <w:tcPr>
                        <w:tcW w:w="3241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9" w:after="0" w:line="130" w:lineRule="exact"/>
                          <w:jc w:val="left"/>
                          <w:rPr>
                            <w:sz w:val="13"/>
                            <w:szCs w:val="13"/>
                          </w:rPr>
                        </w:pPr>
                        <w:rPr/>
                        <w:r>
                          <w:rPr>
                            <w:sz w:val="13"/>
                            <w:szCs w:val="13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065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3"/>
                            <w:w w:val="100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Á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IO</w:t>
                        </w:r>
                      </w:p>
                    </w:tc>
                  </w:tr>
                  <w:tr>
                    <w:trPr>
                      <w:trHeight w:val="533" w:hRule="exact"/>
                    </w:trPr>
                    <w:tc>
                      <w:tcPr>
                        <w:tcW w:w="3241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13" w:after="0" w:line="260" w:lineRule="exact"/>
                          <w:jc w:val="left"/>
                          <w:rPr>
                            <w:sz w:val="26"/>
                            <w:szCs w:val="26"/>
                          </w:rPr>
                        </w:pPr>
                        <w:rPr/>
                        <w:r>
                          <w:rPr>
                            <w:sz w:val="26"/>
                            <w:szCs w:val="26"/>
                          </w:rPr>
                        </w:r>
                      </w:p>
                      <w:p>
                        <w:pPr>
                          <w:spacing w:before="0" w:after="0" w:line="244" w:lineRule="exact"/>
                          <w:ind w:left="1079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3"/>
                            <w:w w:val="100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1"/>
                            <w:w w:val="100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1073" w:hRule="exact"/>
                    </w:trPr>
                    <w:tc>
                      <w:tcPr>
                        <w:tcW w:w="3241" w:type="dxa"/>
                        <w:tcBorders>
                          <w:top w:val="single" w:sz="6.55976" w:space="0" w:color="000000"/>
                          <w:bottom w:val="nil" w:sz="6" w:space="0" w:color="auto"/>
                          <w:left w:val="single" w:sz="6.55976" w:space="0" w:color="000000"/>
                          <w:right w:val="single" w:sz="6.55976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2"/>
          <w:szCs w:val="12"/>
        </w:rPr>
      </w:r>
    </w:p>
    <w:p>
      <w:pPr>
        <w:spacing w:before="0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jc w:val="left"/>
        <w:spacing w:after="0"/>
        <w:sectPr>
          <w:pgSz w:w="15840" w:h="12240" w:orient="landscape"/>
          <w:pgMar w:top="860" w:bottom="0" w:left="2260" w:right="62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268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268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268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30" w:lineRule="atLeast"/>
        <w:ind w:left="-18" w:right="965" w:firstLine="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UE</w:t>
      </w:r>
    </w:p>
    <w:p>
      <w:pPr>
        <w:spacing w:before="22" w:after="0" w:line="240" w:lineRule="auto"/>
        <w:ind w:left="433" w:right="141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pgSz w:w="15840" w:h="12240" w:orient="landscape"/>
          <w:pgMar w:top="940" w:bottom="0" w:left="600" w:right="600"/>
          <w:cols w:num="2" w:equalWidth="0">
            <w:col w:w="10826" w:space="1331"/>
            <w:col w:w="2483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35.254002pt;margin-top:47.858002pt;width:721.16pt;height:94.852pt;mso-position-horizontal-relative:page;mso-position-vertical-relative:page;z-index:-18623" coordorigin="705,957" coordsize="14423,1897">
            <v:group style="position:absolute;left:5568;top:2039;width:2694;height:2" coordorigin="5568,2039" coordsize="2694,2">
              <v:shape style="position:absolute;left:5568;top:2039;width:2694;height:2" coordorigin="5568,2039" coordsize="2694,0" path="m5568,2039l8262,2039e" filled="f" stroked="t" strokeweight=".82pt" strokecolor="#000000">
                <v:path arrowok="t"/>
              </v:shape>
            </v:group>
            <v:group style="position:absolute;left:5568;top:2572;width:2694;height:2" coordorigin="5568,2572" coordsize="2694,2">
              <v:shape style="position:absolute;left:5568;top:2572;width:2694;height:2" coordorigin="5568,2572" coordsize="2694,0" path="m5568,2572l8262,2572e" filled="f" stroked="t" strokeweight=".82pt" strokecolor="#000000">
                <v:path arrowok="t"/>
              </v:shape>
            </v:group>
            <v:group style="position:absolute;left:5561;top:965;width:2;height:1881" coordorigin="5561,965" coordsize="2,1881">
              <v:shape style="position:absolute;left:5561;top:965;width:2;height:1881" coordorigin="5561,965" coordsize="0,1881" path="m5561,965l5561,2846e" filled="f" stroked="t" strokeweight=".82pt" strokecolor="#000000">
                <v:path arrowok="t"/>
              </v:shape>
            </v:group>
            <v:group style="position:absolute;left:6526;top:980;width:2;height:1866" coordorigin="6526,980" coordsize="2,1866">
              <v:shape style="position:absolute;left:6526;top:980;width:2;height:1866" coordorigin="6526,980" coordsize="0,1866" path="m6526,980l6526,2846e" filled="f" stroked="t" strokeweight=".82pt" strokecolor="#000000">
                <v:path arrowok="t"/>
              </v:shape>
            </v:group>
            <v:group style="position:absolute;left:8255;top:980;width:2;height:1866" coordorigin="8255,980" coordsize="2,1866">
              <v:shape style="position:absolute;left:8255;top:980;width:2;height:1866" coordorigin="8255,980" coordsize="0,1866" path="m8255,980l8255,2846e" filled="f" stroked="t" strokeweight=".82pt" strokecolor="#000000">
                <v:path arrowok="t"/>
              </v:shape>
            </v:group>
            <v:group style="position:absolute;left:5568;top:972;width:2694;height:2" coordorigin="5568,972" coordsize="2694,2">
              <v:shape style="position:absolute;left:5568;top:972;width:2694;height:2" coordorigin="5568,972" coordsize="2694,0" path="m5568,972l8262,972e" filled="f" stroked="t" strokeweight=".82pt" strokecolor="#000000">
                <v:path arrowok="t"/>
              </v:shape>
            </v:group>
            <v:group style="position:absolute;left:5568;top:1239;width:2694;height:2" coordorigin="5568,1239" coordsize="2694,2">
              <v:shape style="position:absolute;left:5568;top:1239;width:2694;height:2" coordorigin="5568,1239" coordsize="2694,0" path="m5568,1239l8262,1239e" filled="f" stroked="t" strokeweight=".82pt" strokecolor="#000000">
                <v:path arrowok="t"/>
              </v:shape>
            </v:group>
            <v:group style="position:absolute;left:5568;top:1506;width:2694;height:2" coordorigin="5568,1506" coordsize="2694,2">
              <v:shape style="position:absolute;left:5568;top:1506;width:2694;height:2" coordorigin="5568,1506" coordsize="2694,0" path="m5568,1506l8262,1506e" filled="f" stroked="t" strokeweight=".82pt" strokecolor="#000000">
                <v:path arrowok="t"/>
              </v:shape>
            </v:group>
            <v:group style="position:absolute;left:5568;top:1772;width:2694;height:2" coordorigin="5568,1772" coordsize="2694,2">
              <v:shape style="position:absolute;left:5568;top:1772;width:2694;height:2" coordorigin="5568,1772" coordsize="2694,0" path="m5568,1772l8262,1772e" filled="f" stroked="t" strokeweight=".82pt" strokecolor="#000000">
                <v:path arrowok="t"/>
              </v:shape>
            </v:group>
            <v:group style="position:absolute;left:5568;top:2305;width:2694;height:2" coordorigin="5568,2305" coordsize="2694,2">
              <v:shape style="position:absolute;left:5568;top:2305;width:2694;height:2" coordorigin="5568,2305" coordsize="2694,0" path="m5568,2305l8262,2305e" filled="f" stroked="t" strokeweight=".82pt" strokecolor="#000000">
                <v:path arrowok="t"/>
              </v:shape>
            </v:group>
            <v:group style="position:absolute;left:713;top:973;width:2;height:1873" coordorigin="713,973" coordsize="2,1873">
              <v:shape style="position:absolute;left:713;top:973;width:2;height:1873" coordorigin="713,973" coordsize="0,1873" path="m713,973l713,2846e" filled="f" stroked="t" strokeweight=".82pt" strokecolor="#000000">
                <v:path arrowok="t"/>
              </v:shape>
            </v:group>
            <v:group style="position:absolute;left:2413;top:973;width:2;height:1873" coordorigin="2413,973" coordsize="2,1873">
              <v:shape style="position:absolute;left:2413;top:973;width:2;height:1873" coordorigin="2413,973" coordsize="0,1873" path="m2413,973l2413,2846e" filled="f" stroked="t" strokeweight=".82pt" strokecolor="#000000">
                <v:path arrowok="t"/>
              </v:shape>
            </v:group>
            <v:group style="position:absolute;left:11871;top:973;width:2;height:1873" coordorigin="11871,973" coordsize="2,1873">
              <v:shape style="position:absolute;left:11871;top:973;width:2;height:1873" coordorigin="11871,973" coordsize="0,1873" path="m11871,973l11871,2846e" filled="f" stroked="t" strokeweight=".81997pt" strokecolor="#000000">
                <v:path arrowok="t"/>
              </v:shape>
            </v:group>
            <v:group style="position:absolute;left:15113;top:973;width:2;height:1873" coordorigin="15113,973" coordsize="2,1873">
              <v:shape style="position:absolute;left:15113;top:973;width:2;height:1873" coordorigin="15113,973" coordsize="0,1873" path="m15113,973l15113,2846e" filled="f" stroked="t" strokeweight=".81997pt" strokecolor="#000000">
                <v:path arrowok="t"/>
              </v:shape>
            </v:group>
            <v:group style="position:absolute;left:11879;top:2039;width:3241;height:2" coordorigin="11879,2039" coordsize="3241,2">
              <v:shape style="position:absolute;left:11879;top:2039;width:3241;height:2" coordorigin="11879,2039" coordsize="3241,0" path="m11879,2039l15120,2039e" filled="f" stroked="t" strokeweight=".82pt" strokecolor="#000000">
                <v:path arrowok="t"/>
              </v:shape>
            </v:group>
            <v:group style="position:absolute;left:11879;top:2572;width:3241;height:2" coordorigin="11879,2572" coordsize="3241,2">
              <v:shape style="position:absolute;left:11879;top:2572;width:3241;height:2" coordorigin="11879,2572" coordsize="3241,0" path="m11879,2572l15120,2572e" filled="f" stroked="t" strokeweight=".82pt" strokecolor="#000000">
                <v:path arrowok="t"/>
              </v:shape>
            </v:group>
            <v:group style="position:absolute;left:720;top:2839;width:14400;height:2" coordorigin="720,2839" coordsize="14400,2">
              <v:shape style="position:absolute;left:720;top:2839;width:14400;height:2" coordorigin="720,2839" coordsize="14400,0" path="m720,2839l15120,283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5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261" w:right="122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47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7131" w:right="-20"/>
        <w:jc w:val="left"/>
        <w:tabs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60" w:right="1440"/>
        </w:sectPr>
      </w:pPr>
      <w:rPr/>
    </w:p>
    <w:p>
      <w:pPr>
        <w:spacing w:before="24" w:after="0" w:line="240" w:lineRule="auto"/>
        <w:ind w:left="115" w:right="-70"/>
        <w:jc w:val="left"/>
        <w:tabs>
          <w:tab w:pos="234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7" w:after="0" w:line="240" w:lineRule="auto"/>
        <w:ind w:left="-38" w:right="61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9" w:right="29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60" w:right="1440"/>
          <w:cols w:num="3" w:equalWidth="0">
            <w:col w:w="6579" w:space="552"/>
            <w:col w:w="3135" w:space="1374"/>
            <w:col w:w="1600"/>
          </w:cols>
        </w:sectPr>
      </w:pPr>
      <w:rPr/>
    </w:p>
    <w:p>
      <w:pPr>
        <w:spacing w:before="22" w:after="0" w:line="240" w:lineRule="auto"/>
        <w:ind w:left="4437" w:right="-20"/>
        <w:jc w:val="left"/>
        <w:tabs>
          <w:tab w:pos="6600" w:val="left"/>
          <w:tab w:pos="88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622" coordorigin="705,957" coordsize="14423,10960">
            <v:group style="position:absolute;left:9998;top:980;width:2;height:1866" coordorigin="9998,980" coordsize="2,1866">
              <v:shape style="position:absolute;left:9998;top:980;width:2;height:1866" coordorigin="9998,980" coordsize="0,1866" path="m9998,980l9998,2846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2572;width:14400;height:2" coordorigin="720,2572" coordsize="14400,2">
              <v:shape style="position:absolute;left:720;top:2572;width:14400;height:2" coordorigin="720,2572" coordsize="14400,0" path="m720,2572l15120,2572e" filled="f" stroked="t" strokeweight=".82pt" strokecolor="#000000">
                <v:path arrowok="t"/>
              </v:shape>
            </v:group>
            <v:group style="position:absolute;left:720;top:2839;width:14400;height:2" coordorigin="720,2839" coordsize="14400,2">
              <v:shape style="position:absolute;left:720;top:2839;width:14400;height:2" coordorigin="720,2839" coordsize="14400,0" path="m720,2839l15120,2839e" filled="f" stroked="t" strokeweight=".82pt" strokecolor="#000000">
                <v:path arrowok="t"/>
              </v:shape>
            </v:group>
            <v:group style="position:absolute;left:9998;top:3112;width:2;height:8796" coordorigin="9998,3112" coordsize="2,8796">
              <v:shape style="position:absolute;left:9998;top:3112;width:2;height:8796" coordorigin="9998,3112" coordsize="0,8796" path="m9998,3112l9998,11909e" filled="f" stroked="t" strokeweight=".82pt" strokecolor="#000000">
                <v:path arrowok="t"/>
              </v:shape>
            </v:group>
            <v:group style="position:absolute;left:720;top:3105;width:14400;height:2" coordorigin="720,3105" coordsize="14400,2">
              <v:shape style="position:absolute;left:720;top:3105;width:14400;height:2" coordorigin="720,3105" coordsize="14400,0" path="m720,3105l15120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9552;height:2" coordorigin="5568,11635" coordsize="9552,2">
              <v:shape style="position:absolute;left:5568;top:11635;width:9552;height:2" coordorigin="5568,11635" coordsize="9552,0" path="m5568,11635l15120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60" w:right="144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pgSz w:w="15840" w:h="12240" w:orient="landscape"/>
          <w:pgMar w:top="940" w:bottom="0" w:left="1160" w:right="1440"/>
          <w:cols w:num="2" w:equalWidth="0">
            <w:col w:w="10266" w:space="1821"/>
            <w:col w:w="1153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60" w:right="1440"/>
        </w:sectPr>
      </w:pPr>
      <w:rPr/>
    </w:p>
    <w:p>
      <w:pPr>
        <w:spacing w:before="24" w:after="0" w:line="240" w:lineRule="auto"/>
        <w:ind w:left="115" w:right="-70"/>
        <w:jc w:val="left"/>
        <w:tabs>
          <w:tab w:pos="234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17" w:after="0" w:line="389" w:lineRule="auto"/>
        <w:ind w:left="447" w:right="62" w:firstLine="-447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60" w:right="1440"/>
          <w:cols w:num="3" w:equalWidth="0">
            <w:col w:w="6579" w:space="552"/>
            <w:col w:w="3135" w:space="1374"/>
            <w:col w:w="1600"/>
          </w:cols>
        </w:sectPr>
      </w:pPr>
      <w:rPr/>
    </w:p>
    <w:p>
      <w:pPr>
        <w:spacing w:before="23" w:after="0" w:line="240" w:lineRule="auto"/>
        <w:ind w:right="3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3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60" w:right="1440"/>
          <w:cols w:num="2" w:equalWidth="0">
            <w:col w:w="10316" w:space="1468"/>
            <w:col w:w="1456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60" w:right="1440"/>
        </w:sectPr>
      </w:pPr>
      <w:rPr/>
    </w:p>
    <w:p>
      <w:pPr>
        <w:spacing w:before="24" w:after="0" w:line="240" w:lineRule="auto"/>
        <w:ind w:left="115" w:right="-70"/>
        <w:jc w:val="left"/>
        <w:tabs>
          <w:tab w:pos="234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621" coordorigin="705,957" coordsize="14423,10960">
            <v:group style="position:absolute;left:9998;top:980;width:2;height:1067" coordorigin="9998,980" coordsize="2,1067">
              <v:shape style="position:absolute;left:9998;top:980;width:2;height:1067" coordorigin="9998,980" coordsize="0,1067" path="m9998,980l9998,2046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772;width:14400;height:2" coordorigin="720,1772" coordsize="14400,2">
              <v:shape style="position:absolute;left:720;top:1772;width:14400;height:2" coordorigin="720,1772" coordsize="14400,0" path="m720,1772l15120,1772e" filled="f" stroked="t" strokeweight=".82pt" strokecolor="#000000">
                <v:path arrowok="t"/>
              </v:shape>
            </v:group>
            <v:group style="position:absolute;left:720;top:2039;width:14400;height:2" coordorigin="720,2039" coordsize="14400,2">
              <v:shape style="position:absolute;left:720;top:2039;width:14400;height:2" coordorigin="720,2039" coordsize="14400,0" path="m720,2039l15120,2039e" filled="f" stroked="t" strokeweight=".82pt" strokecolor="#000000">
                <v:path arrowok="t"/>
              </v:shape>
            </v:group>
            <v:group style="position:absolute;left:9998;top:2313;width:2;height:5598" coordorigin="9998,2313" coordsize="2,5598">
              <v:shape style="position:absolute;left:9998;top:2313;width:2;height:5598" coordorigin="9998,2313" coordsize="0,5598" path="m9998,2313l9998,7910e" filled="f" stroked="t" strokeweight=".82pt" strokecolor="#000000">
                <v:path arrowok="t"/>
              </v:shape>
            </v:group>
            <v:group style="position:absolute;left:720;top:2305;width:14400;height:2" coordorigin="720,2305" coordsize="14400,2">
              <v:shape style="position:absolute;left:720;top:2305;width:14400;height:2" coordorigin="720,2305" coordsize="14400,0" path="m720,2305l15120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9552;height:2" coordorigin="5568,2839" coordsize="9552,2">
              <v:shape style="position:absolute;left:5568;top:2839;width:9552;height:2" coordorigin="5568,2839" coordsize="9552,0" path="m5568,2839l15120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720;top:7637;width:14400;height:2" coordorigin="720,7637" coordsize="14400,2">
              <v:shape style="position:absolute;left:720;top:7637;width:14400;height:2" coordorigin="720,7637" coordsize="14400,0" path="m720,7637l15120,7637e" filled="f" stroked="t" strokeweight=".82pt" strokecolor="#000000">
                <v:path arrowok="t"/>
              </v:shape>
            </v:group>
            <v:group style="position:absolute;left:720;top:7903;width:14400;height:2" coordorigin="720,7903" coordsize="14400,2">
              <v:shape style="position:absolute;left:720;top:7903;width:14400;height:2" coordorigin="720,7903" coordsize="14400,0" path="m720,7903l15120,7903e" filled="f" stroked="t" strokeweight=".81997pt" strokecolor="#000000">
                <v:path arrowok="t"/>
              </v:shape>
            </v:group>
            <v:group style="position:absolute;left:9998;top:8177;width:2;height:3732" coordorigin="9998,8177" coordsize="2,3732">
              <v:shape style="position:absolute;left:9998;top:8177;width:2;height:3732" coordorigin="9998,8177" coordsize="0,3732" path="m9998,8177l9998,11909e" filled="f" stroked="t" strokeweight=".82pt" strokecolor="#000000">
                <v:path arrowok="t"/>
              </v:shape>
            </v:group>
            <v:group style="position:absolute;left:720;top:8170;width:14400;height:2" coordorigin="720,8170" coordsize="14400,2">
              <v:shape style="position:absolute;left:720;top:8170;width:14400;height:2" coordorigin="720,8170" coordsize="14400,0" path="m720,8170l15120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17" w:after="0" w:line="240" w:lineRule="auto"/>
        <w:ind w:left="-35" w:right="64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9" w:right="29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60" w:right="1440"/>
          <w:cols w:num="3" w:equalWidth="0">
            <w:col w:w="6579" w:space="552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268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jc w:val="left"/>
        <w:spacing w:after="0"/>
        <w:sectPr>
          <w:pgSz w:w="15840" w:h="12240" w:orient="landscape"/>
          <w:pgMar w:top="940" w:bottom="0" w:left="600" w:right="600"/>
          <w:cols w:num="2" w:equalWidth="0">
            <w:col w:w="10826" w:space="1627"/>
            <w:col w:w="2187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35.254002pt;margin-top:47.860001pt;width:721.16pt;height:121.49pt;mso-position-horizontal-relative:page;mso-position-vertical-relative:page;z-index:-18620" coordorigin="705,957" coordsize="14423,2430">
            <v:group style="position:absolute;left:713;top:973;width:2;height:2406" coordorigin="713,973" coordsize="2,2406">
              <v:shape style="position:absolute;left:713;top:973;width:2;height:2406" coordorigin="713,973" coordsize="0,2406" path="m713,973l713,3379e" filled="f" stroked="t" strokeweight=".82pt" strokecolor="#000000">
                <v:path arrowok="t"/>
              </v:shape>
            </v:group>
            <v:group style="position:absolute;left:2413;top:973;width:2;height:2406" coordorigin="2413,973" coordsize="2,2406">
              <v:shape style="position:absolute;left:2413;top:973;width:2;height:2406" coordorigin="2413,973" coordsize="0,2406" path="m2413,973l2413,3379e" filled="f" stroked="t" strokeweight=".82pt" strokecolor="#000000">
                <v:path arrowok="t"/>
              </v:shape>
            </v:group>
            <v:group style="position:absolute;left:5561;top:965;width:2;height:2413" coordorigin="5561,965" coordsize="2,2413">
              <v:shape style="position:absolute;left:5561;top:965;width:2;height:2413" coordorigin="5561,965" coordsize="0,2413" path="m5561,965l5561,3379e" filled="f" stroked="t" strokeweight=".82pt" strokecolor="#000000">
                <v:path arrowok="t"/>
              </v:shape>
            </v:group>
            <v:group style="position:absolute;left:6526;top:980;width:2;height:2399" coordorigin="6526,980" coordsize="2,2399">
              <v:shape style="position:absolute;left:6526;top:980;width:2;height:2399" coordorigin="6526,980" coordsize="0,2399" path="m6526,980l6526,3379e" filled="f" stroked="t" strokeweight=".82pt" strokecolor="#000000">
                <v:path arrowok="t"/>
              </v:shape>
            </v:group>
            <v:group style="position:absolute;left:8255;top:980;width:2;height:2399" coordorigin="8255,980" coordsize="2,2399">
              <v:shape style="position:absolute;left:8255;top:980;width:2;height:2399" coordorigin="8255,980" coordsize="0,2399" path="m8255,980l8255,3379e" filled="f" stroked="t" strokeweight=".82pt" strokecolor="#000000">
                <v:path arrowok="t"/>
              </v:shape>
            </v:group>
            <v:group style="position:absolute;left:9998;top:980;width:2;height:2399" coordorigin="9998,980" coordsize="2,2399">
              <v:shape style="position:absolute;left:9998;top:980;width:2;height:2399" coordorigin="9998,980" coordsize="0,2399" path="m9998,980l9998,3379e" filled="f" stroked="t" strokeweight=".82pt" strokecolor="#000000">
                <v:path arrowok="t"/>
              </v:shape>
            </v:group>
            <v:group style="position:absolute;left:11871;top:980;width:2;height:2399" coordorigin="11871,980" coordsize="2,2399">
              <v:shape style="position:absolute;left:11871;top:980;width:2;height:2399" coordorigin="11871,980" coordsize="0,2399" path="m11871,980l11871,337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15113;top:973;width:2;height:2406" coordorigin="15113,973" coordsize="2,2406">
              <v:shape style="position:absolute;left:15113;top:973;width:2;height:2406" coordorigin="15113,973" coordsize="0,2406" path="m15113,973l15113,3379e" filled="f" stroked="t" strokeweight=".81997pt" strokecolor="#000000">
                <v:path arrowok="t"/>
              </v:shape>
            </v:group>
            <v:group style="position:absolute;left:5568;top:2839;width:9552;height:2" coordorigin="5568,2839" coordsize="9552,2">
              <v:shape style="position:absolute;left:5568;top:2839;width:9552;height:2" coordorigin="5568,2839" coordsize="9552,0" path="m5568,2839l15120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720;top:3372;width:14400;height:2" coordorigin="720,3372" coordsize="14400,2">
              <v:shape style="position:absolute;left:720;top:3372;width:14400;height:2" coordorigin="720,3372" coordsize="14400,0" path="m720,3372l15120,3372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6024" w:space="0" w:color="000000"/>
            </w:tcBorders>
          </w:tcPr>
          <w:p>
            <w:pPr/>
            <w:rPr/>
          </w:p>
        </w:tc>
        <w:tc>
          <w:tcPr>
            <w:tcW w:w="2277" w:type="dxa"/>
            <w:tcBorders>
              <w:top w:val="single" w:sz="6.56" w:space="0" w:color="000000"/>
              <w:bottom w:val="single" w:sz="6.56" w:space="0" w:color="000000"/>
              <w:left w:val="single" w:sz="6.56024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6024" w:space="0" w:color="000000"/>
            </w:tcBorders>
          </w:tcPr>
          <w:p>
            <w:pPr/>
            <w:rPr/>
          </w:p>
        </w:tc>
        <w:tc>
          <w:tcPr>
            <w:tcW w:w="2277" w:type="dxa"/>
            <w:tcBorders>
              <w:top w:val="single" w:sz="6.56" w:space="0" w:color="000000"/>
              <w:bottom w:val="single" w:sz="6.56" w:space="0" w:color="000000"/>
              <w:left w:val="single" w:sz="6.56024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gridSpan w:val="2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gridSpan w:val="2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gridSpan w:val="2"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25999pt;width:.1pt;height:27.024pt;mso-position-horizontal-relative:page;mso-position-vertical-relative:page;z-index:-18619" coordorigin="713,973" coordsize="2,540">
            <v:shape style="position:absolute;left:713;top:973;width:2;height:540" coordorigin="713,973" coordsize="0,540" path="m713,973l713,1513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25999pt;width:.1pt;height:27.024pt;mso-position-horizontal-relative:page;mso-position-vertical-relative:page;z-index:-18618" coordorigin="2413,973" coordsize="2,540">
            <v:shape style="position:absolute;left:2413;top:973;width:2;height:540" coordorigin="2413,973" coordsize="0,540" path="m2413,973l2413,1513e" filled="f" stroked="t" strokeweight=".82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5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5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9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261" w:right="122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9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Ô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Z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6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600" w:right="600"/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17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16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615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317.119970pt;height:547.999985pt;mso-position-horizontal-relative:page;mso-position-vertical-relative:page;z-index:-18614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9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right"/>
        <w:spacing w:after="0"/>
        <w:sectPr>
          <w:pgSz w:w="15840" w:h="12240" w:orient="landscape"/>
          <w:pgMar w:top="860" w:bottom="0" w:left="2260" w:right="168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13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12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611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</w:tbl>
    <w:p>
      <w:pPr>
        <w:jc w:val="left"/>
        <w:spacing w:after="0"/>
        <w:sectPr>
          <w:pgSz w:w="15840" w:h="12240" w:orient="landscape"/>
          <w:pgMar w:top="860" w:bottom="0" w:left="2260" w:right="226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10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09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2260" w:right="620"/>
        </w:sectPr>
      </w:pPr>
      <w:rPr/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08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07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606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317.119970pt;height:547.999985pt;mso-position-horizontal-relative:page;mso-position-vertical-relative:page;z-index:-1860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auto"/>
        <w:ind w:right="10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right"/>
        <w:spacing w:after="0"/>
        <w:sectPr>
          <w:pgSz w:w="15840" w:h="12240" w:orient="landscape"/>
          <w:pgMar w:top="860" w:bottom="0" w:left="2260" w:right="1620"/>
        </w:sectPr>
      </w:pPr>
      <w:rPr/>
    </w:p>
    <w:p>
      <w:pPr>
        <w:spacing w:before="47" w:after="0" w:line="240" w:lineRule="auto"/>
        <w:ind w:left="7691" w:right="-20"/>
        <w:jc w:val="left"/>
        <w:tabs>
          <w:tab w:pos="9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55999pt;width:721.16pt;height:28.204pt;mso-position-horizontal-relative:page;mso-position-vertical-relative:page;z-index:-18604" coordorigin="705,957" coordsize="14423,564">
            <v:group style="position:absolute;left:713;top:973;width:2;height:540" coordorigin="713,973" coordsize="2,540">
              <v:shape style="position:absolute;left:713;top:973;width:2;height:540" coordorigin="713,973" coordsize="0,540" path="m713,973l713,1513e" filled="f" stroked="t" strokeweight=".82pt" strokecolor="#000000">
                <v:path arrowok="t"/>
              </v:shape>
            </v:group>
            <v:group style="position:absolute;left:2413;top:973;width:2;height:540" coordorigin="2413,973" coordsize="2,540">
              <v:shape style="position:absolute;left:2413;top:973;width:2;height:540" coordorigin="2413,973" coordsize="0,540" path="m2413,973l2413,1513e" filled="f" stroked="t" strokeweight=".82pt" strokecolor="#000000">
                <v:path arrowok="t"/>
              </v:shape>
            </v:group>
            <v:group style="position:absolute;left:5561;top:965;width:2;height:548" coordorigin="5561,965" coordsize="2,548">
              <v:shape style="position:absolute;left:5561;top:965;width:2;height:548" coordorigin="5561,965" coordsize="0,548" path="m5561,965l5561,1513e" filled="f" stroked="t" strokeweight=".82pt" strokecolor="#000000">
                <v:path arrowok="t"/>
              </v:shape>
            </v:group>
            <v:group style="position:absolute;left:6526;top:980;width:2;height:533" coordorigin="6526,980" coordsize="2,533">
              <v:shape style="position:absolute;left:6526;top:980;width:2;height:533" coordorigin="6526,980" coordsize="0,533" path="m6526,980l6526,1513e" filled="f" stroked="t" strokeweight=".82pt" strokecolor="#000000">
                <v:path arrowok="t"/>
              </v:shape>
            </v:group>
            <v:group style="position:absolute;left:8255;top:980;width:2;height:533" coordorigin="8255,980" coordsize="2,533">
              <v:shape style="position:absolute;left:8255;top:980;width:2;height:533" coordorigin="8255,980" coordsize="0,533" path="m8255,980l8255,1513e" filled="f" stroked="t" strokeweight=".82pt" strokecolor="#000000">
                <v:path arrowok="t"/>
              </v:shape>
            </v:group>
            <v:group style="position:absolute;left:11871;top:980;width:2;height:533" coordorigin="11871,980" coordsize="2,533">
              <v:shape style="position:absolute;left:11871;top:980;width:2;height:533" coordorigin="11871,980" coordsize="0,533" path="m11871,980l11871,1513e" filled="f" stroked="t" strokeweight=".81997pt" strokecolor="#000000">
                <v:path arrowok="t"/>
              </v:shape>
            </v:group>
            <v:group style="position:absolute;left:9998;top:980;width:2;height:533" coordorigin="9998,980" coordsize="2,533">
              <v:shape style="position:absolute;left:9998;top:980;width:2;height:533" coordorigin="9998,980" coordsize="0,533" path="m9998,980l9998,1513e" filled="f" stroked="t" strokeweight=".82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15113;top:973;width:2;height:540" coordorigin="15113,973" coordsize="2,540">
              <v:shape style="position:absolute;left:15113;top:973;width:2;height:540" coordorigin="15113,973" coordsize="0,540" path="m15113,973l15113,1513e" filled="f" stroked="t" strokeweight=".81997pt" strokecolor="#000000">
                <v:path arrowok="t"/>
              </v:shape>
            </v:group>
            <v:group style="position:absolute;left:720;top:1506;width:14400;height:2" coordorigin="720,1506" coordsize="14400,2">
              <v:shape style="position:absolute;left:720;top:1506;width:14400;height:2" coordorigin="720,1506" coordsize="14400,0" path="m720,1506l15120,1506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4997" w:right="-20"/>
        <w:jc w:val="left"/>
        <w:tabs>
          <w:tab w:pos="7680" w:val="left"/>
          <w:tab w:pos="9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5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261" w:right="122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324" w:right="129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0" w:lineRule="auto"/>
              <w:ind w:left="55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0" w:lineRule="auto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9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261" w:right="122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940" w:bottom="0" w:left="600" w:right="60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03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02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6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4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69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98" w:right="56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2260" w:right="62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601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600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599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</w:tbl>
    <w:p>
      <w:pPr>
        <w:jc w:val="left"/>
        <w:spacing w:after="0"/>
        <w:sectPr>
          <w:pgSz w:w="15840" w:h="12240" w:orient="landscape"/>
          <w:pgMar w:top="860" w:bottom="0" w:left="2260" w:right="22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598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597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596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7.630005pt;margin-top:47.849998pt;width:317.119970pt;height:547.999985pt;mso-position-horizontal-relative:page;mso-position-vertical-relative:page;z-index:-1859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0" w:lineRule="auto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3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7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2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7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6" w:hRule="exact"/>
                    </w:trPr>
                    <w:tc>
                      <w:tcPr>
                        <w:tcW w:w="965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29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74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5</w:t>
                        </w:r>
                      </w:p>
                    </w:tc>
                    <w:tc>
                      <w:tcPr>
                        <w:tcW w:w="1873" w:type="dxa"/>
                        <w:tcBorders>
                          <w:top w:val="single" w:sz="6.55976" w:space="0" w:color="000000"/>
                          <w:bottom w:val="single" w:sz="6.55976" w:space="0" w:color="000000"/>
                          <w:left w:val="single" w:sz="6.56" w:space="0" w:color="000000"/>
                          <w:right w:val="single" w:sz="6.55976" w:space="0" w:color="000000"/>
                        </w:tcBorders>
                      </w:tcPr>
                      <w:p>
                        <w:pPr>
                          <w:spacing w:before="6" w:after="0" w:line="244" w:lineRule="exact"/>
                          <w:ind w:left="28" w:right="-20"/>
                          <w:jc w:val="left"/>
                          <w:rPr>
                            <w:rFonts w:ascii="Calibri" w:hAnsi="Calibri" w:cs="Calibri" w:eastAsia="Calibri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=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2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z w:val="20"/>
                            <w:szCs w:val="20"/>
                            <w:spacing w:val="0"/>
                            <w:w w:val="100"/>
                          </w:rPr>
                          <w:t>6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17" w:after="0" w:line="240" w:lineRule="auto"/>
        <w:ind w:right="83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UE</w:t>
      </w:r>
    </w:p>
    <w:p>
      <w:pPr>
        <w:jc w:val="right"/>
        <w:spacing w:after="0"/>
        <w:sectPr>
          <w:pgSz w:w="15840" w:h="12240" w:orient="landscape"/>
          <w:pgMar w:top="860" w:bottom="0" w:left="2260" w:right="150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594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593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755.640015pt;margin-top:48.619999pt;width:.1pt;height:546.820pt;mso-position-horizontal-relative:page;mso-position-vertical-relative:page;z-index:-18592" coordorigin="15113,972" coordsize="2,10936">
            <v:shape style="position:absolute;left:15113;top:972;width:2;height:10936" coordorigin="15113,972" coordsize="0,10936" path="m15113,972l15113,11909e" filled="f" stroked="t" strokeweight=".81997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</w:tbl>
    <w:p>
      <w:pPr>
        <w:jc w:val="left"/>
        <w:spacing w:after="0"/>
        <w:sectPr>
          <w:pgSz w:w="15840" w:h="12240" w:orient="landscape"/>
          <w:pgMar w:top="860" w:bottom="0" w:left="2260" w:right="226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/>
        <w:pict>
          <v:group style="position:absolute;margin-left:35.664001pt;margin-top:48.619999pt;width:.1pt;height:546.820pt;mso-position-horizontal-relative:page;mso-position-vertical-relative:page;z-index:-18591" coordorigin="713,972" coordsize="2,10936">
            <v:shape style="position:absolute;left:713;top:972;width:2;height:10936" coordorigin="713,972" coordsize="0,10936" path="m713,972l713,11909e" filled="f" stroked="t" strokeweight=".82pt" strokecolor="#000000">
              <v:path arrowok="t"/>
            </v:shape>
          </v:group>
          <w10:wrap type="none"/>
        </w:pict>
      </w:r>
      <w:r>
        <w:rPr/>
        <w:pict>
          <v:group style="position:absolute;margin-left:120.650002pt;margin-top:48.619999pt;width:.1pt;height:546.820pt;mso-position-horizontal-relative:page;mso-position-vertical-relative:page;z-index:-18590" coordorigin="2413,972" coordsize="2,10936">
            <v:shape style="position:absolute;left:2413;top:972;width:2;height:10936" coordorigin="2413,972" coordsize="0,10936" path="m2413,972l2413,11909e" filled="f" stroked="t" strokeweight=".82pt" strokecolor="#000000">
              <v:path arrowok="t"/>
            </v:shape>
          </v:group>
          <w10:wrap type="none"/>
        </w:pict>
      </w:r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2260" w:right="62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220" w:val="left"/>
          <w:tab w:pos="23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23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160" w:val="left"/>
          <w:tab w:pos="2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220" w:val="left"/>
          <w:tab w:pos="23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23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25" w:right="1440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-38" w:right="108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0" w:right="1239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jc w:val="center"/>
        <w:spacing w:after="0"/>
        <w:sectPr>
          <w:pgSz w:w="15840" w:h="12240" w:orient="landscape"/>
          <w:pgMar w:top="940" w:bottom="0" w:left="600" w:right="600"/>
          <w:cols w:num="2" w:equalWidth="0">
            <w:col w:w="10826" w:space="1461"/>
            <w:col w:w="2353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35.254002pt;margin-top:47.849998pt;width:721.16pt;height:281.43pt;mso-position-horizontal-relative:page;mso-position-vertical-relative:page;z-index:-18589" coordorigin="705,957" coordsize="14423,5629">
            <v:group style="position:absolute;left:713;top:972;width:2;height:5605" coordorigin="713,972" coordsize="2,5605">
              <v:shape style="position:absolute;left:713;top:972;width:2;height:5605" coordorigin="713,972" coordsize="0,5605" path="m713,972l713,6577e" filled="f" stroked="t" strokeweight=".82pt" strokecolor="#000000">
                <v:path arrowok="t"/>
              </v:shape>
            </v:group>
            <v:group style="position:absolute;left:2413;top:972;width:2;height:5605" coordorigin="2413,972" coordsize="2,5605">
              <v:shape style="position:absolute;left:2413;top:972;width:2;height:5605" coordorigin="2413,972" coordsize="0,5605" path="m2413,972l2413,6577e" filled="f" stroked="t" strokeweight=".82pt" strokecolor="#000000">
                <v:path arrowok="t"/>
              </v:shape>
            </v:group>
            <v:group style="position:absolute;left:5561;top:965;width:2;height:5612" coordorigin="5561,965" coordsize="2,5612">
              <v:shape style="position:absolute;left:5561;top:965;width:2;height:5612" coordorigin="5561,965" coordsize="0,5612" path="m5561,965l5561,6577e" filled="f" stroked="t" strokeweight=".82pt" strokecolor="#000000">
                <v:path arrowok="t"/>
              </v:shape>
            </v:group>
            <v:group style="position:absolute;left:6526;top:980;width:2;height:5598" coordorigin="6526,980" coordsize="2,5598">
              <v:shape style="position:absolute;left:6526;top:980;width:2;height:5598" coordorigin="6526,980" coordsize="0,5598" path="m6526,980l6526,6577e" filled="f" stroked="t" strokeweight=".82pt" strokecolor="#000000">
                <v:path arrowok="t"/>
              </v:shape>
            </v:group>
            <v:group style="position:absolute;left:8255;top:980;width:2;height:5598" coordorigin="8255,980" coordsize="2,5598">
              <v:shape style="position:absolute;left:8255;top:980;width:2;height:5598" coordorigin="8255,980" coordsize="0,5598" path="m8255,980l8255,6577e" filled="f" stroked="t" strokeweight=".82pt" strokecolor="#000000">
                <v:path arrowok="t"/>
              </v:shape>
            </v:group>
            <v:group style="position:absolute;left:11871;top:980;width:2;height:5598" coordorigin="11871,980" coordsize="2,5598">
              <v:shape style="position:absolute;left:11871;top:980;width:2;height:5598" coordorigin="11871,980" coordsize="0,5598" path="m11871,980l11871,6577e" filled="f" stroked="t" strokeweight=".81997pt" strokecolor="#000000">
                <v:path arrowok="t"/>
              </v:shape>
            </v:group>
            <v:group style="position:absolute;left:9998;top:980;width:2;height:5598" coordorigin="9998,980" coordsize="2,5598">
              <v:shape style="position:absolute;left:9998;top:980;width:2;height:5598" coordorigin="9998,980" coordsize="0,5598" path="m9998,980l9998,6577e" filled="f" stroked="t" strokeweight=".82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15113;top:972;width:2;height:5605" coordorigin="15113,972" coordsize="2,5605">
              <v:shape style="position:absolute;left:15113;top:972;width:2;height:5605" coordorigin="15113,972" coordsize="0,5605" path="m15113,972l15113,6577e" filled="f" stroked="t" strokeweight=".81997pt" strokecolor="#000000">
                <v:path arrowok="t"/>
              </v:shape>
            </v:group>
            <v:group style="position:absolute;left:5568;top:1506;width:9552;height:2" coordorigin="5568,1506" coordsize="9552,2">
              <v:shape style="position:absolute;left:5568;top:1506;width:9552;height:2" coordorigin="5568,1506" coordsize="9552,0" path="m5568,1506l15120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9552;height:2" coordorigin="5568,2039" coordsize="9552,2">
              <v:shape style="position:absolute;left:5568;top:2039;width:9552;height:2" coordorigin="5568,2039" coordsize="9552,0" path="m5568,2039l15120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9552;height:2" coordorigin="5568,6037" coordsize="9552,2">
              <v:shape style="position:absolute;left:5568;top:6037;width:9552;height:2" coordorigin="5568,6037" coordsize="9552,0" path="m5568,6037l15120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720;top:6570;width:14400;height:2" coordorigin="720,6570" coordsize="14400,2">
              <v:shape style="position:absolute;left:720;top:6570;width:14400;height:2" coordorigin="720,6570" coordsize="14400,0" path="m720,6570l15120,65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9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11" w:right="127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979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129" w:right="109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82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56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left="844" w:right="1239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5" w:right="366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UE</w:t>
      </w:r>
    </w:p>
    <w:p>
      <w:pPr>
        <w:jc w:val="center"/>
        <w:spacing w:after="0"/>
        <w:sectPr>
          <w:pgSz w:w="15840" w:h="12240" w:orient="landscape"/>
          <w:pgMar w:top="940" w:bottom="0" w:left="600" w:right="600"/>
          <w:cols w:num="2" w:equalWidth="0">
            <w:col w:w="10826" w:space="748"/>
            <w:col w:w="3066"/>
          </w:cols>
        </w:sectPr>
      </w:pPr>
      <w:rPr/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35.254002pt;margin-top:47.860001pt;width:721.16pt;height:321.410pt;mso-position-horizontal-relative:page;mso-position-vertical-relative:page;z-index:-18588" coordorigin="705,957" coordsize="14423,6428">
            <v:group style="position:absolute;left:713;top:973;width:2;height:6405" coordorigin="713,973" coordsize="2,6405">
              <v:shape style="position:absolute;left:713;top:973;width:2;height:6405" coordorigin="713,973" coordsize="0,6405" path="m713,973l713,7377e" filled="f" stroked="t" strokeweight=".82pt" strokecolor="#000000">
                <v:path arrowok="t"/>
              </v:shape>
            </v:group>
            <v:group style="position:absolute;left:2413;top:973;width:2;height:6405" coordorigin="2413,973" coordsize="2,6405">
              <v:shape style="position:absolute;left:2413;top:973;width:2;height:6405" coordorigin="2413,973" coordsize="0,6405" path="m2413,973l2413,7377e" filled="f" stroked="t" strokeweight=".82pt" strokecolor="#000000">
                <v:path arrowok="t"/>
              </v:shape>
            </v:group>
            <v:group style="position:absolute;left:5561;top:965;width:2;height:6412" coordorigin="5561,965" coordsize="2,6412">
              <v:shape style="position:absolute;left:5561;top:965;width:2;height:6412" coordorigin="5561,965" coordsize="0,6412" path="m5561,965l5561,7377e" filled="f" stroked="t" strokeweight=".82pt" strokecolor="#000000">
                <v:path arrowok="t"/>
              </v:shape>
            </v:group>
            <v:group style="position:absolute;left:6526;top:980;width:2;height:6397" coordorigin="6526,980" coordsize="2,6397">
              <v:shape style="position:absolute;left:6526;top:980;width:2;height:6397" coordorigin="6526,980" coordsize="0,6397" path="m6526,980l6526,7377e" filled="f" stroked="t" strokeweight=".82pt" strokecolor="#000000">
                <v:path arrowok="t"/>
              </v:shape>
            </v:group>
            <v:group style="position:absolute;left:8255;top:980;width:2;height:6397" coordorigin="8255,980" coordsize="2,6397">
              <v:shape style="position:absolute;left:8255;top:980;width:2;height:6397" coordorigin="8255,980" coordsize="0,6397" path="m8255,980l8255,7377e" filled="f" stroked="t" strokeweight=".82pt" strokecolor="#000000">
                <v:path arrowok="t"/>
              </v:shape>
            </v:group>
            <v:group style="position:absolute;left:11871;top:980;width:2;height:6397" coordorigin="11871,980" coordsize="2,6397">
              <v:shape style="position:absolute;left:11871;top:980;width:2;height:6397" coordorigin="11871,980" coordsize="0,6397" path="m11871,980l11871,7377e" filled="f" stroked="t" strokeweight=".81997pt" strokecolor="#000000">
                <v:path arrowok="t"/>
              </v:shape>
            </v:group>
            <v:group style="position:absolute;left:9998;top:980;width:2;height:6397" coordorigin="9998,980" coordsize="2,6397">
              <v:shape style="position:absolute;left:9998;top:980;width:2;height:6397" coordorigin="9998,980" coordsize="0,6397" path="m9998,980l9998,7377e" filled="f" stroked="t" strokeweight=".82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15113;top:973;width:2;height:6405" coordorigin="15113,973" coordsize="2,6405">
              <v:shape style="position:absolute;left:15113;top:973;width:2;height:6405" coordorigin="15113,973" coordsize="0,6405" path="m15113,973l15113,7377e" filled="f" stroked="t" strokeweight=".81997pt" strokecolor="#000000">
                <v:path arrowok="t"/>
              </v:shape>
            </v:group>
            <v:group style="position:absolute;left:5568;top:3905;width:9552;height:2" coordorigin="5568,3905" coordsize="9552,2">
              <v:shape style="position:absolute;left:5568;top:3905;width:9552;height:2" coordorigin="5568,3905" coordsize="9552,0" path="m5568,3905l15120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9552;height:2" coordorigin="5568,4438" coordsize="9552,2">
              <v:shape style="position:absolute;left:5568;top:4438;width:9552;height:2" coordorigin="5568,4438" coordsize="9552,0" path="m5568,4438l15120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720;top:7370;width:14400;height:2" coordorigin="720,7370" coordsize="14400,2">
              <v:shape style="position:absolute;left:720;top:7370;width:14400;height:2" coordorigin="720,7370" coordsize="14400,0" path="m720,7370l15120,73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9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38" w:right="110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5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4002pt;margin-top:48.217999pt;width:721.16pt;height:94.492pt;mso-position-horizontal-relative:page;mso-position-vertical-relative:page;z-index:-18587" coordorigin="705,964" coordsize="14423,1890">
            <v:group style="position:absolute;left:713;top:973;width:2;height:1873" coordorigin="713,973" coordsize="2,1873">
              <v:shape style="position:absolute;left:713;top:973;width:2;height:1873" coordorigin="713,973" coordsize="0,1873" path="m713,973l713,2846e" filled="f" stroked="t" strokeweight=".82pt" strokecolor="#000000">
                <v:path arrowok="t"/>
              </v:shape>
            </v:group>
            <v:group style="position:absolute;left:2413;top:973;width:2;height:1873" coordorigin="2413,973" coordsize="2,1873">
              <v:shape style="position:absolute;left:2413;top:973;width:2;height:1873" coordorigin="2413,973" coordsize="0,1873" path="m2413,973l2413,2846e" filled="f" stroked="t" strokeweight=".82pt" strokecolor="#000000">
                <v:path arrowok="t"/>
              </v:shape>
            </v:group>
            <v:group style="position:absolute;left:720;top:2839;width:14400;height:2" coordorigin="720,2839" coordsize="14400,2">
              <v:shape style="position:absolute;left:720;top:2839;width:14400;height:2" coordorigin="720,2839" coordsize="14400,0" path="m720,2839l15120,2839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52.600098" w:type="dxa"/>
      </w:tblPr>
      <w:tblGrid/>
      <w:tr>
        <w:trPr>
          <w:trHeight w:val="267" w:hRule="exact"/>
        </w:trPr>
        <w:tc>
          <w:tcPr>
            <w:tcW w:w="2694" w:type="dxa"/>
            <w:vMerge w:val="restart"/>
            <w:gridSpan w:val="2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3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3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138" w:right="110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311" w:right="127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80" w:bottom="280" w:left="600" w:right="60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9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1120" w:bottom="0" w:left="600" w:right="60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4002pt;margin-top:46.41pt;width:721.159985pt;height:454.35pt;mso-position-horizontal-relative:page;mso-position-vertical-relative:page;z-index:-18586" coordorigin="705,928" coordsize="14423,9087">
            <v:group style="position:absolute;left:713;top:936;width:2;height:9071" coordorigin="713,936" coordsize="2,9071">
              <v:shape style="position:absolute;left:713;top:936;width:2;height:9071" coordorigin="713,936" coordsize="0,9071" path="m713,936l713,10007e" filled="f" stroked="t" strokeweight=".82pt" strokecolor="#000000">
                <v:path arrowok="t"/>
              </v:shape>
            </v:group>
            <v:group style="position:absolute;left:2413;top:936;width:2;height:9071" coordorigin="2413,936" coordsize="2,9071">
              <v:shape style="position:absolute;left:2413;top:936;width:2;height:9071" coordorigin="2413,936" coordsize="0,9071" path="m2413,936l2413,10007e" filled="f" stroked="t" strokeweight=".82pt" strokecolor="#000000">
                <v:path arrowok="t"/>
              </v:shape>
            </v:group>
            <v:group style="position:absolute;left:720;top:10000;width:14400;height:2" coordorigin="720,10000" coordsize="14400,2">
              <v:shape style="position:absolute;left:720;top:10000;width:14400;height:2" coordorigin="720,10000" coordsize="14400,0" path="m720,10000l15120,10000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52.600098" w:type="dxa"/>
      </w:tblPr>
      <w:tblGrid/>
      <w:tr>
        <w:trPr>
          <w:trHeight w:val="267" w:hRule="exact"/>
        </w:trPr>
        <w:tc>
          <w:tcPr>
            <w:tcW w:w="2694" w:type="dxa"/>
            <w:vMerge w:val="restart"/>
            <w:gridSpan w:val="2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75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752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752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752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7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gridSpan w:val="2"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2694" w:type="dxa"/>
            <w:vMerge/>
            <w:gridSpan w:val="2"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92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tcBorders>
              <w:top w:val="single" w:sz="6.56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92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1331" w:right="130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1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tcBorders>
              <w:top w:val="single" w:sz="6.56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7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single" w:sz="6.56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0" w:lineRule="auto"/>
              <w:ind w:left="1331" w:right="1303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2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63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86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72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4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85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12836;top:10043;width:2;height:266" coordorigin="12836,10043" coordsize="2,266">
              <v:shape style="position:absolute;left:12836;top:10043;width:2;height:266" coordorigin="12836,10043" coordsize="0,266" path="m12836,10043l12836,10309e" filled="f" stroked="t" strokeweight=".82003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6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6619" w:space="552"/>
            <w:col w:w="610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6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59985pt;height:548.0pt;mso-position-horizontal-relative:page;mso-position-vertical-relative:page;z-index:-18584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12836;top:10043;width:2;height:266" coordorigin="12836,10043" coordsize="2,266">
              <v:shape style="position:absolute;left:12836;top:10043;width:2;height:266" coordorigin="12836,10043" coordsize="0,266" path="m12836,10043l12836,10309e" filled="f" stroked="t" strokeweight=".82003pt" strokecolor="#000000">
                <v:path arrowok="t"/>
              </v:shape>
            </v:group>
            <v:group style="position:absolute;left:5568;top:10036;width:9552;height:2" coordorigin="5568,10036" coordsize="9552,2">
              <v:shape style="position:absolute;left:5568;top:10036;width:9552;height:2" coordorigin="5568,10036" coordsize="9552,0" path="m5568,10036l15120,10036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83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82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6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6619" w:space="552"/>
            <w:col w:w="610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81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64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20" w:val="left"/>
          <w:tab w:pos="4460" w:val="left"/>
          <w:tab w:pos="56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80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864" w:space="307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59985pt;height:534.680pt;mso-position-horizontal-relative:page;mso-position-vertical-relative:page;z-index:-18579" coordorigin="705,957" coordsize="14423,10694">
            <v:group style="position:absolute;left:713;top:972;width:2;height:10670" coordorigin="713,972" coordsize="2,10670">
              <v:shape style="position:absolute;left:713;top:972;width:2;height:10670" coordorigin="713,972" coordsize="0,10670" path="m713,972l713,11642e" filled="f" stroked="t" strokeweight=".82pt" strokecolor="#000000">
                <v:path arrowok="t"/>
              </v:shape>
            </v:group>
            <v:group style="position:absolute;left:2413;top:972;width:2;height:10670" coordorigin="2413,972" coordsize="2,10670">
              <v:shape style="position:absolute;left:2413;top:972;width:2;height:10670" coordorigin="2413,972" coordsize="0,10670" path="m2413,972l2413,11642e" filled="f" stroked="t" strokeweight=".82pt" strokecolor="#000000">
                <v:path arrowok="t"/>
              </v:shape>
            </v:group>
            <v:group style="position:absolute;left:5561;top:965;width:2;height:10677" coordorigin="5561,965" coordsize="2,10677">
              <v:shape style="position:absolute;left:5561;top:965;width:2;height:10677" coordorigin="5561,965" coordsize="0,10677" path="m5561,965l5561,11642e" filled="f" stroked="t" strokeweight=".82pt" strokecolor="#000000">
                <v:path arrowok="t"/>
              </v:shape>
            </v:group>
            <v:group style="position:absolute;left:6526;top:980;width:2;height:10663" coordorigin="6526,980" coordsize="2,10663">
              <v:shape style="position:absolute;left:6526;top:980;width:2;height:10663" coordorigin="6526,980" coordsize="0,10663" path="m6526,980l6526,11642e" filled="f" stroked="t" strokeweight=".82pt" strokecolor="#000000">
                <v:path arrowok="t"/>
              </v:shape>
            </v:group>
            <v:group style="position:absolute;left:8255;top:980;width:2;height:10663" coordorigin="8255,980" coordsize="2,10663">
              <v:shape style="position:absolute;left:8255;top:980;width:2;height:10663" coordorigin="8255,980" coordsize="0,10663" path="m8255,980l8255,11642e" filled="f" stroked="t" strokeweight=".82pt" strokecolor="#000000">
                <v:path arrowok="t"/>
              </v:shape>
            </v:group>
            <v:group style="position:absolute;left:9998;top:980;width:2;height:10663" coordorigin="9998,980" coordsize="2,10663">
              <v:shape style="position:absolute;left:9998;top:980;width:2;height:10663" coordorigin="9998,980" coordsize="0,10663" path="m9998,980l9998,11642e" filled="f" stroked="t" strokeweight=".82pt" strokecolor="#000000">
                <v:path arrowok="t"/>
              </v:shape>
            </v:group>
            <v:group style="position:absolute;left:11871;top:980;width:2;height:10663" coordorigin="11871,980" coordsize="2,10663">
              <v:shape style="position:absolute;left:11871;top:980;width:2;height:10663" coordorigin="11871,980" coordsize="0,10663" path="m11871,980l11871,11642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15113;top:972;width:2;height:10670" coordorigin="15113,972" coordsize="2,10670">
              <v:shape style="position:absolute;left:15113;top:972;width:2;height:10670" coordorigin="15113,972" coordsize="0,10670" path="m15113,972l15113,11642e" filled="f" stroked="t" strokeweight=".81997pt" strokecolor="#000000">
                <v:path arrowok="t"/>
              </v:shape>
            </v:group>
            <v:group style="position:absolute;left:720;top:11368;width:14400;height:2" coordorigin="720,11368" coordsize="14400,2">
              <v:shape style="position:absolute;left:720;top:11368;width:14400;height:2" coordorigin="720,11368" coordsize="14400,0" path="m720,11368l15120,11368e" filled="f" stroked="t" strokeweight=".81997pt" strokecolor="#000000">
                <v:path arrowok="t"/>
              </v:shape>
            </v:group>
            <v:group style="position:absolute;left:720;top:11635;width:14400;height:2" coordorigin="720,11635" coordsize="14400,2">
              <v:shape style="position:absolute;left:720;top:11635;width:14400;height:2" coordorigin="720,11635" coordsize="14400,0" path="m720,11635l15120,11635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6031" w:right="-20"/>
        <w:jc w:val="left"/>
        <w:tabs>
          <w:tab w:pos="77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jc w:val="left"/>
        <w:spacing w:after="0"/>
        <w:sectPr>
          <w:pgSz w:w="15840" w:h="12240" w:orient="landscape"/>
          <w:pgMar w:top="940" w:bottom="280" w:left="2260" w:right="2260"/>
        </w:sectPr>
      </w:pPr>
      <w:rPr/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63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548" w:right="51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318" w:right="129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52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36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246" w:right="121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79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58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024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024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024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024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024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024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024" w:space="0" w:color="000000"/>
              <w:bottom w:val="single" w:sz="6.56024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024" w:space="0" w:color="000000"/>
              <w:bottom w:val="single" w:sz="6.56024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6024" w:space="0" w:color="000000"/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6024" w:space="0" w:color="000000"/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024" w:space="0" w:color="000000"/>
              <w:bottom w:val="single" w:sz="6.56024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tcBorders>
              <w:top w:val="single" w:sz="6.56024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112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59985pt;height:548.0pt;mso-position-horizontal-relative:page;mso-position-vertical-relative:page;z-index:-18578" coordorigin="705,957" coordsize="14423,10960">
            <v:group style="position:absolute;left:9998;top:980;width:2;height:9330" coordorigin="9998,980" coordsize="2,9330">
              <v:shape style="position:absolute;left:9998;top:980;width:2;height:9330" coordorigin="9998,980" coordsize="0,9330" path="m9998,980l9998,1030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5568;top:10036;width:9552;height:2" coordorigin="5568,10036" coordsize="9552,2">
              <v:shape style="position:absolute;left:5568;top:10036;width:9552;height:2" coordorigin="5568,10036" coordsize="9552,0" path="m5568,10036l15120,10036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9998;top:10576;width:2;height:1333" coordorigin="9998,10576" coordsize="2,1333">
              <v:shape style="position:absolute;left:9998;top:10576;width:2;height:1333" coordorigin="9998,10576" coordsize="0,1333" path="m9998,10576l9998,11909e" filled="f" stroked="t" strokeweight=".82pt" strokecolor="#000000">
                <v:path arrowok="t"/>
              </v:shape>
            </v:group>
            <v:group style="position:absolute;left:720;top:10569;width:14400;height:2" coordorigin="720,10569" coordsize="14400,2">
              <v:shape style="position:absolute;left:720;top:10569;width:14400;height:2" coordorigin="720,10569" coordsize="14400,0" path="m720,10569l15120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3" w:equalWidth="0">
            <w:col w:w="6619" w:space="552"/>
            <w:col w:w="3135" w:space="1374"/>
            <w:col w:w="184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7" coordorigin="705,957" coordsize="14423,10960">
            <v:group style="position:absolute;left:9998;top:980;width:2;height:9063" coordorigin="9998,980" coordsize="2,9063">
              <v:shape style="position:absolute;left:9998;top:980;width:2;height:9063" coordorigin="9998,980" coordsize="0,9063" path="m9998,980l9998,10043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9769;width:14400;height:2" coordorigin="720,9769" coordsize="14400,2">
              <v:shape style="position:absolute;left:720;top:9769;width:14400;height:2" coordorigin="720,9769" coordsize="14400,0" path="m720,9769l15120,9769e" filled="f" stroked="t" strokeweight=".82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9998;top:10309;width:2;height:1599" coordorigin="9998,10309" coordsize="2,1599">
              <v:shape style="position:absolute;left:9998;top:10309;width:2;height:1599" coordorigin="9998,10309" coordsize="0,1599" path="m9998,10309l9998,11909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6" coordorigin="705,957" coordsize="14423,10960">
            <v:group style="position:absolute;left:9998;top:980;width:2;height:8530" coordorigin="9998,980" coordsize="2,8530">
              <v:shape style="position:absolute;left:9998;top:980;width:2;height:8530" coordorigin="9998,980" coordsize="0,8530" path="m9998,980l9998,9510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8969;width:11158;height:2" coordorigin="720,8969" coordsize="11158,2">
              <v:shape style="position:absolute;left:720;top:8969;width:11158;height:2" coordorigin="720,8969" coordsize="11158,0" path="m720,8969l11878,896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9236;width:14400;height:2" coordorigin="720,9236" coordsize="14400,2">
              <v:shape style="position:absolute;left:720;top:9236;width:14400;height:2" coordorigin="720,9236" coordsize="14400,0" path="m720,9236l15120,9236e" filled="f" stroked="t" strokeweight=".82pt" strokecolor="#000000">
                <v:path arrowok="t"/>
              </v:shape>
            </v:group>
            <v:group style="position:absolute;left:720;top:9503;width:14400;height:2" coordorigin="720,9503" coordsize="14400,2">
              <v:shape style="position:absolute;left:720;top:9503;width:14400;height:2" coordorigin="720,9503" coordsize="14400,0" path="m720,9503l15120,9503e" filled="f" stroked="t" strokeweight=".82pt" strokecolor="#000000">
                <v:path arrowok="t"/>
              </v:shape>
            </v:group>
            <v:group style="position:absolute;left:9998;top:9776;width:2;height:2133" coordorigin="9998,9776" coordsize="2,2133">
              <v:shape style="position:absolute;left:9998;top:9776;width:2;height:2133" coordorigin="9998,9776" coordsize="0,2133" path="m9998,9776l9998,11909e" filled="f" stroked="t" strokeweight=".82pt" strokecolor="#000000">
                <v:path arrowok="t"/>
              </v:shape>
            </v:group>
            <v:group style="position:absolute;left:720;top:9769;width:14400;height:2" coordorigin="720,9769" coordsize="14400,2">
              <v:shape style="position:absolute;left:720;top:9769;width:14400;height:2" coordorigin="720,9769" coordsize="14400,0" path="m720,9769l15120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5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5" coordorigin="705,957" coordsize="14423,10960">
            <v:group style="position:absolute;left:9998;top:980;width:2;height:7997" coordorigin="9998,980" coordsize="2,7997">
              <v:shape style="position:absolute;left:9998;top:980;width:2;height:7997" coordorigin="9998,980" coordsize="0,7997" path="m9998,980l9998,8976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8703;width:14400;height:2" coordorigin="720,8703" coordsize="14400,2">
              <v:shape style="position:absolute;left:720;top:8703;width:14400;height:2" coordorigin="720,8703" coordsize="14400,0" path="m720,8703l15120,8703e" filled="f" stroked="t" strokeweight=".82pt" strokecolor="#000000">
                <v:path arrowok="t"/>
              </v:shape>
            </v:group>
            <v:group style="position:absolute;left:720;top:8969;width:14400;height:2" coordorigin="720,8969" coordsize="14400,2">
              <v:shape style="position:absolute;left:720;top:8969;width:14400;height:2" coordorigin="720,8969" coordsize="14400,0" path="m720,8969l15120,8969e" filled="f" stroked="t" strokeweight=".82pt" strokecolor="#000000">
                <v:path arrowok="t"/>
              </v:shape>
            </v:group>
            <v:group style="position:absolute;left:9998;top:9243;width:2;height:2665" coordorigin="9998,9243" coordsize="2,2665">
              <v:shape style="position:absolute;left:9998;top:9243;width:2;height:2665" coordorigin="9998,9243" coordsize="0,2665" path="m9998,9243l9998,11909e" filled="f" stroked="t" strokeweight=".82pt" strokecolor="#000000">
                <v:path arrowok="t"/>
              </v:shape>
            </v:group>
            <v:group style="position:absolute;left:720;top:9236;width:14400;height:2" coordorigin="720,9236" coordsize="14400,2">
              <v:shape style="position:absolute;left:720;top:9236;width:14400;height:2" coordorigin="720,9236" coordsize="14400,0" path="m720,9236l15120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4" coordorigin="705,957" coordsize="14423,10960">
            <v:group style="position:absolute;left:9998;top:980;width:2;height:7197" coordorigin="9998,980" coordsize="2,7197">
              <v:shape style="position:absolute;left:9998;top:980;width:2;height:7197" coordorigin="9998,980" coordsize="0,7197" path="m9998,980l9998,8177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7903;width:14400;height:2" coordorigin="720,7903" coordsize="14400,2">
              <v:shape style="position:absolute;left:720;top:7903;width:14400;height:2" coordorigin="720,7903" coordsize="14400,0" path="m720,7903l15120,7903e" filled="f" stroked="t" strokeweight=".81997pt" strokecolor="#000000">
                <v:path arrowok="t"/>
              </v:shape>
            </v:group>
            <v:group style="position:absolute;left:720;top:8170;width:14400;height:2" coordorigin="720,8170" coordsize="14400,2">
              <v:shape style="position:absolute;left:720;top:8170;width:14400;height:2" coordorigin="720,8170" coordsize="14400,0" path="m720,8170l15120,8170e" filled="f" stroked="t" strokeweight=".82pt" strokecolor="#000000">
                <v:path arrowok="t"/>
              </v:shape>
            </v:group>
            <v:group style="position:absolute;left:9998;top:8444;width:2;height:3465" coordorigin="9998,8444" coordsize="2,3465">
              <v:shape style="position:absolute;left:9998;top:8444;width:2;height:3465" coordorigin="9998,8444" coordsize="0,3465" path="m9998,8444l9998,11909e" filled="f" stroked="t" strokeweight=".82pt" strokecolor="#000000">
                <v:path arrowok="t"/>
              </v:shape>
            </v:group>
            <v:group style="position:absolute;left:720;top:8436;width:14400;height:2" coordorigin="720,8436" coordsize="14400,2">
              <v:shape style="position:absolute;left:720;top:8436;width:14400;height:2" coordorigin="720,8436" coordsize="14400,0" path="m720,8436l15120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3" coordorigin="705,957" coordsize="14423,10960">
            <v:group style="position:absolute;left:9998;top:980;width:2;height:6131" coordorigin="9998,980" coordsize="2,6131">
              <v:shape style="position:absolute;left:9998;top:980;width:2;height:6131" coordorigin="9998,980" coordsize="0,6131" path="m9998,980l9998,7111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6837;width:14400;height:2" coordorigin="720,6837" coordsize="14400,2">
              <v:shape style="position:absolute;left:720;top:6837;width:14400;height:2" coordorigin="720,6837" coordsize="14400,0" path="m720,6837l15120,6837e" filled="f" stroked="t" strokeweight=".82pt" strokecolor="#000000">
                <v:path arrowok="t"/>
              </v:shape>
            </v:group>
            <v:group style="position:absolute;left:720;top:7104;width:14400;height:2" coordorigin="720,7104" coordsize="14400,2">
              <v:shape style="position:absolute;left:720;top:7104;width:14400;height:2" coordorigin="720,7104" coordsize="14400,0" path="m720,7104l15120,7104e" filled="f" stroked="t" strokeweight=".82pt" strokecolor="#000000">
                <v:path arrowok="t"/>
              </v:shape>
            </v:group>
            <v:group style="position:absolute;left:9998;top:7377;width:2;height:4532" coordorigin="9998,7377" coordsize="2,4532">
              <v:shape style="position:absolute;left:9998;top:7377;width:2;height:4532" coordorigin="9998,7377" coordsize="0,4532" path="m9998,7377l9998,11909e" filled="f" stroked="t" strokeweight=".82pt" strokecolor="#000000">
                <v:path arrowok="t"/>
              </v:shape>
            </v:group>
            <v:group style="position:absolute;left:720;top:7370;width:14400;height:2" coordorigin="720,7370" coordsize="14400,2">
              <v:shape style="position:absolute;left:720;top:7370;width:14400;height:2" coordorigin="720,7370" coordsize="14400,0" path="m720,7370l15120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2" coordorigin="705,957" coordsize="14423,10960">
            <v:group style="position:absolute;left:9998;top:980;width:2;height:5598" coordorigin="9998,980" coordsize="2,5598">
              <v:shape style="position:absolute;left:9998;top:980;width:2;height:5598" coordorigin="9998,980" coordsize="0,5598" path="m9998,980l9998,6577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6304;width:14400;height:2" coordorigin="720,6304" coordsize="14400,2">
              <v:shape style="position:absolute;left:720;top:6304;width:14400;height:2" coordorigin="720,6304" coordsize="14400,0" path="m720,6304l15120,6304e" filled="f" stroked="t" strokeweight=".82pt" strokecolor="#000000">
                <v:path arrowok="t"/>
              </v:shape>
            </v:group>
            <v:group style="position:absolute;left:720;top:6570;width:14400;height:2" coordorigin="720,6570" coordsize="14400,2">
              <v:shape style="position:absolute;left:720;top:6570;width:14400;height:2" coordorigin="720,6570" coordsize="14400,0" path="m720,6570l15120,6570e" filled="f" stroked="t" strokeweight=".82pt" strokecolor="#000000">
                <v:path arrowok="t"/>
              </v:shape>
            </v:group>
            <v:group style="position:absolute;left:9998;top:6844;width:2;height:5064" coordorigin="9998,6844" coordsize="2,5064">
              <v:shape style="position:absolute;left:9998;top:6844;width:2;height:5064" coordorigin="9998,6844" coordsize="0,5064" path="m9998,6844l9998,11909e" filled="f" stroked="t" strokeweight=".82pt" strokecolor="#000000">
                <v:path arrowok="t"/>
              </v:shape>
            </v:group>
            <v:group style="position:absolute;left:720;top:6837;width:14400;height:2" coordorigin="720,6837" coordsize="14400,2">
              <v:shape style="position:absolute;left:720;top:6837;width:14400;height:2" coordorigin="720,6837" coordsize="14400,0" path="m720,6837l15120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1" coordorigin="705,957" coordsize="14423,10960">
            <v:group style="position:absolute;left:9998;top:980;width:2;height:4532" coordorigin="9998,980" coordsize="2,4532">
              <v:shape style="position:absolute;left:9998;top:980;width:2;height:4532" coordorigin="9998,980" coordsize="0,4532" path="m9998,980l9998,5511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5238;width:14400;height:2" coordorigin="720,5238" coordsize="14400,2">
              <v:shape style="position:absolute;left:720;top:5238;width:14400;height:2" coordorigin="720,5238" coordsize="14400,0" path="m720,5238l15120,5238e" filled="f" stroked="t" strokeweight=".82pt" strokecolor="#000000">
                <v:path arrowok="t"/>
              </v:shape>
            </v:group>
            <v:group style="position:absolute;left:720;top:5504;width:14400;height:2" coordorigin="720,5504" coordsize="14400,2">
              <v:shape style="position:absolute;left:720;top:5504;width:14400;height:2" coordorigin="720,5504" coordsize="14400,0" path="m720,5504l15120,5504e" filled="f" stroked="t" strokeweight=".82pt" strokecolor="#000000">
                <v:path arrowok="t"/>
              </v:shape>
            </v:group>
            <v:group style="position:absolute;left:9998;top:5778;width:2;height:6131" coordorigin="9998,5778" coordsize="2,6131">
              <v:shape style="position:absolute;left:9998;top:5778;width:2;height:6131" coordorigin="9998,5778" coordsize="0,6131" path="m9998,5778l9998,11909e" filled="f" stroked="t" strokeweight=".82pt" strokecolor="#000000">
                <v:path arrowok="t"/>
              </v:shape>
            </v:group>
            <v:group style="position:absolute;left:720;top:5771;width:14400;height:2" coordorigin="720,5771" coordsize="14400,2">
              <v:shape style="position:absolute;left:720;top:5771;width:14400;height:2" coordorigin="720,5771" coordsize="14400,0" path="m720,5771l15120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70" coordorigin="705,957" coordsize="14423,10960">
            <v:group style="position:absolute;left:9998;top:980;width:2;height:2932" coordorigin="9998,980" coordsize="2,2932">
              <v:shape style="position:absolute;left:9998;top:980;width:2;height:2932" coordorigin="9998,980" coordsize="0,2932" path="m9998,980l9998,3912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3638;width:14400;height:2" coordorigin="720,3638" coordsize="14400,2">
              <v:shape style="position:absolute;left:720;top:3638;width:14400;height:2" coordorigin="720,3638" coordsize="14400,0" path="m720,3638l15120,3638e" filled="f" stroked="t" strokeweight=".82pt" strokecolor="#000000">
                <v:path arrowok="t"/>
              </v:shape>
            </v:group>
            <v:group style="position:absolute;left:720;top:3905;width:14400;height:2" coordorigin="720,3905" coordsize="14400,2">
              <v:shape style="position:absolute;left:720;top:3905;width:14400;height:2" coordorigin="720,3905" coordsize="14400,0" path="m720,3905l15120,3905e" filled="f" stroked="t" strokeweight=".82pt" strokecolor="#000000">
                <v:path arrowok="t"/>
              </v:shape>
            </v:group>
            <v:group style="position:absolute;left:9998;top:4178;width:2;height:7730" coordorigin="9998,4178" coordsize="2,7730">
              <v:shape style="position:absolute;left:9998;top:4178;width:2;height:7730" coordorigin="9998,4178" coordsize="0,7730" path="m9998,4178l9998,11909e" filled="f" stroked="t" strokeweight=".82pt" strokecolor="#000000">
                <v:path arrowok="t"/>
              </v:shape>
            </v:group>
            <v:group style="position:absolute;left:720;top:4171;width:14400;height:2" coordorigin="720,4171" coordsize="14400,2">
              <v:shape style="position:absolute;left:720;top:4171;width:14400;height:2" coordorigin="720,4171" coordsize="14400,0" path="m720,4171l15120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9" coordorigin="705,957" coordsize="14423,10960">
            <v:group style="position:absolute;left:9998;top:980;width:2;height:2399" coordorigin="9998,980" coordsize="2,2399">
              <v:shape style="position:absolute;left:9998;top:980;width:2;height:2399" coordorigin="9998,980" coordsize="0,2399" path="m9998,980l9998,337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3105;width:14400;height:2" coordorigin="720,3105" coordsize="14400,2">
              <v:shape style="position:absolute;left:720;top:3105;width:14400;height:2" coordorigin="720,3105" coordsize="14400,0" path="m720,3105l15120,3105e" filled="f" stroked="t" strokeweight=".82pt" strokecolor="#000000">
                <v:path arrowok="t"/>
              </v:shape>
            </v:group>
            <v:group style="position:absolute;left:720;top:3372;width:14400;height:2" coordorigin="720,3372" coordsize="14400,2">
              <v:shape style="position:absolute;left:720;top:3372;width:14400;height:2" coordorigin="720,3372" coordsize="14400,0" path="m720,3372l15120,3372e" filled="f" stroked="t" strokeweight=".82pt" strokecolor="#000000">
                <v:path arrowok="t"/>
              </v:shape>
            </v:group>
            <v:group style="position:absolute;left:9998;top:3646;width:2;height:8263" coordorigin="9998,3646" coordsize="2,8263">
              <v:shape style="position:absolute;left:9998;top:3646;width:2;height:8263" coordorigin="9998,3646" coordsize="0,8263" path="m9998,3646l9998,11909e" filled="f" stroked="t" strokeweight=".82pt" strokecolor="#000000">
                <v:path arrowok="t"/>
              </v:shape>
            </v:group>
            <v:group style="position:absolute;left:720;top:3638;width:14400;height:2" coordorigin="720,3638" coordsize="14400,2">
              <v:shape style="position:absolute;left:720;top:3638;width:14400;height:2" coordorigin="720,3638" coordsize="14400,0" path="m720,3638l15120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17" w:after="0" w:line="240" w:lineRule="auto"/>
        <w:ind w:left="300" w:right="301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5" w:right="49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200"/>
          <w:cols w:num="3" w:equalWidth="0">
            <w:col w:w="6619" w:space="552"/>
            <w:col w:w="3135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14" w:after="0" w:line="240" w:lineRule="auto"/>
        <w:ind w:left="104" w:right="-71"/>
        <w:jc w:val="left"/>
        <w:tabs>
          <w:tab w:pos="2380" w:val="left"/>
          <w:tab w:pos="4460" w:val="left"/>
          <w:tab w:pos="83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8" coordorigin="705,957" coordsize="14423,10960">
            <v:group style="position:absolute;left:9998;top:980;width:2;height:800" coordorigin="9998,980" coordsize="2,800">
              <v:shape style="position:absolute;left:9998;top:980;width:2;height:800" coordorigin="9998,980" coordsize="0,800" path="m9998,980l9998,177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1506;width:14400;height:2" coordorigin="720,1506" coordsize="14400,2">
              <v:shape style="position:absolute;left:720;top:1506;width:14400;height:2" coordorigin="720,1506" coordsize="14400,0" path="m720,1506l15120,1506e" filled="f" stroked="t" strokeweight=".82pt" strokecolor="#000000">
                <v:path arrowok="t"/>
              </v:shape>
            </v:group>
            <v:group style="position:absolute;left:720;top:1772;width:14400;height:2" coordorigin="720,1772" coordsize="14400,2">
              <v:shape style="position:absolute;left:720;top:1772;width:14400;height:2" coordorigin="720,1772" coordsize="14400,0" path="m720,1772l15120,1772e" filled="f" stroked="t" strokeweight=".82pt" strokecolor="#000000">
                <v:path arrowok="t"/>
              </v:shape>
            </v:group>
            <v:group style="position:absolute;left:9998;top:2046;width:2;height:9596" coordorigin="9998,2046" coordsize="2,9596">
              <v:shape style="position:absolute;left:9998;top:2046;width:2;height:9596" coordorigin="9998,2046" coordsize="0,9596" path="m9998,2046l9998,11642e" filled="f" stroked="t" strokeweight=".82pt" strokecolor="#000000">
                <v:path arrowok="t"/>
              </v:shape>
            </v:group>
            <v:group style="position:absolute;left:720;top:2039;width:14400;height:2" coordorigin="720,2039" coordsize="14400,2">
              <v:shape style="position:absolute;left:720;top:2039;width:14400;height:2" coordorigin="720,2039" coordsize="14400,0" path="m720,2039l15120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720;top:11368;width:14400;height:2" coordorigin="720,11368" coordsize="14400,2">
              <v:shape style="position:absolute;left:720;top:11368;width:14400;height:2" coordorigin="720,11368" coordsize="14400,0" path="m720,11368l15120,11368e" filled="f" stroked="t" strokeweight=".81997pt" strokecolor="#000000">
                <v:path arrowok="t"/>
              </v:shape>
            </v:group>
            <v:group style="position:absolute;left:720;top:11635;width:14400;height:2" coordorigin="720,11635" coordsize="14400,2">
              <v:shape style="position:absolute;left:720;top:11635;width:14400;height:2" coordorigin="720,11635" coordsize="14400,0" path="m720,11635l15120,11635e" filled="f" stroked="t" strokeweight=".81997pt" strokecolor="#000000">
                <v:path arrowok="t"/>
              </v:shape>
            </v:group>
            <v:group style="position:absolute;left:720;top:11902;width:14400;height:2" coordorigin="720,11902" coordsize="14400,2">
              <v:shape style="position:absolute;left:720;top:11902;width:14400;height:2" coordorigin="720,11902" coordsize="14400,0" path="m720,11902l15120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9590" w:space="2090"/>
            <w:col w:w="1840"/>
          </w:cols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8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5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7" coordorigin="705,957" coordsize="14423,10960">
            <v:group style="position:absolute;left:9998;top:980;width:2;height:7997" coordorigin="9998,980" coordsize="2,7997">
              <v:shape style="position:absolute;left:9998;top:980;width:2;height:7997" coordorigin="9998,980" coordsize="0,7997" path="m9998,980l9998,8976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8703;width:14400;height:2" coordorigin="720,8703" coordsize="14400,2">
              <v:shape style="position:absolute;left:720;top:8703;width:14400;height:2" coordorigin="720,8703" coordsize="14400,0" path="m720,8703l15120,8703e" filled="f" stroked="t" strokeweight=".82pt" strokecolor="#000000">
                <v:path arrowok="t"/>
              </v:shape>
            </v:group>
            <v:group style="position:absolute;left:720;top:8969;width:14400;height:2" coordorigin="720,8969" coordsize="14400,2">
              <v:shape style="position:absolute;left:720;top:8969;width:14400;height:2" coordorigin="720,8969" coordsize="14400,0" path="m720,8969l15120,8969e" filled="f" stroked="t" strokeweight=".82pt" strokecolor="#000000">
                <v:path arrowok="t"/>
              </v:shape>
            </v:group>
            <v:group style="position:absolute;left:9998;top:9243;width:2;height:2665" coordorigin="9998,9243" coordsize="2,2665">
              <v:shape style="position:absolute;left:9998;top:9243;width:2;height:2665" coordorigin="9998,9243" coordsize="0,2665" path="m9998,9243l9998,11909e" filled="f" stroked="t" strokeweight=".82pt" strokecolor="#000000">
                <v:path arrowok="t"/>
              </v:shape>
            </v:group>
            <v:group style="position:absolute;left:720;top:9236;width:14400;height:2" coordorigin="720,9236" coordsize="14400,2">
              <v:shape style="position:absolute;left:720;top:9236;width:14400;height:2" coordorigin="720,9236" coordsize="14400,0" path="m720,9236l15120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7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3" w:equalWidth="0">
            <w:col w:w="6619" w:space="552"/>
            <w:col w:w="3135" w:space="1374"/>
            <w:col w:w="1840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6" coordorigin="705,957" coordsize="14423,10960">
            <v:group style="position:absolute;left:9998;top:980;width:2;height:6664" coordorigin="9998,980" coordsize="2,6664">
              <v:shape style="position:absolute;left:9998;top:980;width:2;height:6664" coordorigin="9998,980" coordsize="0,6664" path="m9998,980l9998,7644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7370;width:14400;height:2" coordorigin="720,7370" coordsize="14400,2">
              <v:shape style="position:absolute;left:720;top:7370;width:14400;height:2" coordorigin="720,7370" coordsize="14400,0" path="m720,7370l15120,7370e" filled="f" stroked="t" strokeweight=".82pt" strokecolor="#000000">
                <v:path arrowok="t"/>
              </v:shape>
            </v:group>
            <v:group style="position:absolute;left:720;top:7637;width:14400;height:2" coordorigin="720,7637" coordsize="14400,2">
              <v:shape style="position:absolute;left:720;top:7637;width:14400;height:2" coordorigin="720,7637" coordsize="14400,0" path="m720,7637l15120,7637e" filled="f" stroked="t" strokeweight=".82pt" strokecolor="#000000">
                <v:path arrowok="t"/>
              </v:shape>
            </v:group>
            <v:group style="position:absolute;left:9998;top:7910;width:2;height:3998" coordorigin="9998,7910" coordsize="2,3998">
              <v:shape style="position:absolute;left:9998;top:7910;width:2;height:3998" coordorigin="9998,7910" coordsize="0,3998" path="m9998,7910l9998,11909e" filled="f" stroked="t" strokeweight=".82pt" strokecolor="#000000">
                <v:path arrowok="t"/>
              </v:shape>
            </v:group>
            <v:group style="position:absolute;left:720;top:7903;width:14400;height:2" coordorigin="720,7903" coordsize="14400,2">
              <v:shape style="position:absolute;left:720;top:7903;width:14400;height:2" coordorigin="720,7903" coordsize="14400,0" path="m720,7903l15120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5" coordorigin="705,957" coordsize="14423,10960">
            <v:group style="position:absolute;left:9998;top:980;width:2;height:5065" coordorigin="9998,980" coordsize="2,5065">
              <v:shape style="position:absolute;left:9998;top:980;width:2;height:5065" coordorigin="9998,980" coordsize="0,5065" path="m9998,980l9998,6045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5771;width:14400;height:2" coordorigin="720,5771" coordsize="14400,2">
              <v:shape style="position:absolute;left:720;top:5771;width:14400;height:2" coordorigin="720,5771" coordsize="14400,0" path="m720,5771l15120,5771e" filled="f" stroked="t" strokeweight=".82pt" strokecolor="#000000">
                <v:path arrowok="t"/>
              </v:shape>
            </v:group>
            <v:group style="position:absolute;left:720;top:6037;width:14400;height:2" coordorigin="720,6037" coordsize="14400,2">
              <v:shape style="position:absolute;left:720;top:6037;width:14400;height:2" coordorigin="720,6037" coordsize="14400,0" path="m720,6037l15120,6037e" filled="f" stroked="t" strokeweight=".82pt" strokecolor="#000000">
                <v:path arrowok="t"/>
              </v:shape>
            </v:group>
            <v:group style="position:absolute;left:9998;top:6311;width:2;height:5598" coordorigin="9998,6311" coordsize="2,5598">
              <v:shape style="position:absolute;left:9998;top:6311;width:2;height:5598" coordorigin="9998,6311" coordsize="0,5598" path="m9998,6311l9998,11909e" filled="f" stroked="t" strokeweight=".82pt" strokecolor="#000000">
                <v:path arrowok="t"/>
              </v:shape>
            </v:group>
            <v:group style="position:absolute;left:720;top:6304;width:14400;height:2" coordorigin="720,6304" coordsize="14400,2">
              <v:shape style="position:absolute;left:720;top:6304;width:14400;height:2" coordorigin="720,6304" coordsize="14400,0" path="m720,6304l15120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4" coordorigin="705,957" coordsize="14423,10960">
            <v:group style="position:absolute;left:9998;top:980;width:2;height:3732" coordorigin="9998,980" coordsize="2,3732">
              <v:shape style="position:absolute;left:9998;top:980;width:2;height:3732" coordorigin="9998,980" coordsize="0,3732" path="m9998,980l9998,4712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4704;width:14400;height:2" coordorigin="720,4704" coordsize="14400,2">
              <v:shape style="position:absolute;left:720;top:4704;width:14400;height:2" coordorigin="720,4704" coordsize="14400,0" path="m720,4704l15120,4704e" filled="f" stroked="t" strokeweight=".82pt" strokecolor="#000000">
                <v:path arrowok="t"/>
              </v:shape>
            </v:group>
            <v:group style="position:absolute;left:9998;top:4978;width:2;height:6931" coordorigin="9998,4978" coordsize="2,6931">
              <v:shape style="position:absolute;left:9998;top:4978;width:2;height:6931" coordorigin="9998,4978" coordsize="0,6931" path="m9998,4978l9998,11909e" filled="f" stroked="t" strokeweight=".82pt" strokecolor="#000000">
                <v:path arrowok="t"/>
              </v:shape>
            </v:group>
            <v:group style="position:absolute;left:720;top:4971;width:14400;height:2" coordorigin="720,4971" coordsize="14400,2">
              <v:shape style="position:absolute;left:720;top:4971;width:14400;height:2" coordorigin="720,4971" coordsize="14400,0" path="m720,4971l15120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3" coordorigin="705,957" coordsize="14423,10960">
            <v:group style="position:absolute;left:9998;top:980;width:2;height:2399" coordorigin="9998,980" coordsize="2,2399">
              <v:shape style="position:absolute;left:9998;top:980;width:2;height:2399" coordorigin="9998,980" coordsize="0,2399" path="m9998,980l9998,3379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3105;width:14400;height:2" coordorigin="720,3105" coordsize="14400,2">
              <v:shape style="position:absolute;left:720;top:3105;width:14400;height:2" coordorigin="720,3105" coordsize="14400,0" path="m720,3105l15120,3105e" filled="f" stroked="t" strokeweight=".82pt" strokecolor="#000000">
                <v:path arrowok="t"/>
              </v:shape>
            </v:group>
            <v:group style="position:absolute;left:720;top:3372;width:14400;height:2" coordorigin="720,3372" coordsize="14400,2">
              <v:shape style="position:absolute;left:720;top:3372;width:14400;height:2" coordorigin="720,3372" coordsize="14400,0" path="m720,3372l15120,3372e" filled="f" stroked="t" strokeweight=".82pt" strokecolor="#000000">
                <v:path arrowok="t"/>
              </v:shape>
            </v:group>
            <v:group style="position:absolute;left:9998;top:3646;width:2;height:8263" coordorigin="9998,3646" coordsize="2,8263">
              <v:shape style="position:absolute;left:9998;top:3646;width:2;height:8263" coordorigin="9998,3646" coordsize="0,8263" path="m9998,3646l9998,11909e" filled="f" stroked="t" strokeweight=".82pt" strokecolor="#000000">
                <v:path arrowok="t"/>
              </v:shape>
            </v:group>
            <v:group style="position:absolute;left:720;top:3638;width:14400;height:2" coordorigin="720,3638" coordsize="14400,2">
              <v:shape style="position:absolute;left:720;top:3638;width:14400;height:2" coordorigin="720,3638" coordsize="14400,0" path="m720,3638l15120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2" coordorigin="705,957" coordsize="14423,10960">
            <v:group style="position:absolute;left:9998;top:980;width:2;height:1333" coordorigin="9998,980" coordsize="2,1333">
              <v:shape style="position:absolute;left:9998;top:980;width:2;height:1333" coordorigin="9998,980" coordsize="0,1333" path="m9998,980l9998,2313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2039;width:14400;height:2" coordorigin="720,2039" coordsize="14400,2">
              <v:shape style="position:absolute;left:720;top:2039;width:14400;height:2" coordorigin="720,2039" coordsize="14400,0" path="m720,2039l15120,2039e" filled="f" stroked="t" strokeweight=".82pt" strokecolor="#000000">
                <v:path arrowok="t"/>
              </v:shape>
            </v:group>
            <v:group style="position:absolute;left:720;top:2305;width:14400;height:2" coordorigin="720,2305" coordsize="14400,2">
              <v:shape style="position:absolute;left:720;top:2305;width:14400;height:2" coordorigin="720,2305" coordsize="14400,0" path="m720,2305l15120,2305e" filled="f" stroked="t" strokeweight=".82pt" strokecolor="#000000">
                <v:path arrowok="t"/>
              </v:shape>
            </v:group>
            <v:group style="position:absolute;left:9998;top:2579;width:2;height:9330" coordorigin="9998,2579" coordsize="2,9330">
              <v:shape style="position:absolute;left:9998;top:2579;width:2;height:9330" coordorigin="9998,2579" coordsize="0,9330" path="m9998,2579l9998,11909e" filled="f" stroked="t" strokeweight=".82pt" strokecolor="#000000">
                <v:path arrowok="t"/>
              </v:shape>
            </v:group>
            <v:group style="position:absolute;left:720;top:2572;width:14400;height:2" coordorigin="720,2572" coordsize="14400,2">
              <v:shape style="position:absolute;left:720;top:2572;width:14400;height:2" coordorigin="720,2572" coordsize="14400,0" path="m720,2572l15120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720;top:11902;width:14400;height:2" coordorigin="720,11902" coordsize="14400,2">
              <v:shape style="position:absolute;left:720;top:11902;width:14400;height:2" coordorigin="720,11902" coordsize="14400,0" path="m720,11902l15120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4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58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148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1" coordorigin="705,957" coordsize="14423,10960">
            <v:group style="position:absolute;left:9998;top:980;width:2;height:9063" coordorigin="9998,980" coordsize="2,9063">
              <v:shape style="position:absolute;left:9998;top:980;width:2;height:9063" coordorigin="9998,980" coordsize="0,9063" path="m9998,980l9998,10043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9769;width:14400;height:2" coordorigin="720,9769" coordsize="14400,2">
              <v:shape style="position:absolute;left:720;top:9769;width:14400;height:2" coordorigin="720,9769" coordsize="14400,0" path="m720,9769l15120,9769e" filled="f" stroked="t" strokeweight=".82pt" strokecolor="#000000">
                <v:path arrowok="t"/>
              </v:shape>
            </v:group>
            <v:group style="position:absolute;left:720;top:10036;width:14400;height:2" coordorigin="720,10036" coordsize="14400,2">
              <v:shape style="position:absolute;left:720;top:10036;width:14400;height:2" coordorigin="720,10036" coordsize="14400,0" path="m720,10036l15120,10036e" filled="f" stroked="t" strokeweight=".82pt" strokecolor="#000000">
                <v:path arrowok="t"/>
              </v:shape>
            </v:group>
            <v:group style="position:absolute;left:9998;top:10309;width:2;height:1599" coordorigin="9998,10309" coordsize="2,1599">
              <v:shape style="position:absolute;left:9998;top:10309;width:2;height:1599" coordorigin="9998,10309" coordsize="0,1599" path="m9998,10309l9998,11909e" filled="f" stroked="t" strokeweight=".82pt" strokecolor="#000000">
                <v:path arrowok="t"/>
              </v:shape>
            </v:group>
            <v:group style="position:absolute;left:720;top:10302;width:14400;height:2" coordorigin="720,10302" coordsize="14400,2">
              <v:shape style="position:absolute;left:720;top:10302;width:14400;height:2" coordorigin="720,10302" coordsize="14400,0" path="m720,10302l15120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60" coordorigin="705,957" coordsize="14423,10960">
            <v:group style="position:absolute;left:9998;top:980;width:2;height:8264" coordorigin="9998,980" coordsize="2,8264">
              <v:shape style="position:absolute;left:9998;top:980;width:2;height:8264" coordorigin="9998,980" coordsize="0,8264" path="m9998,980l9998,9243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8969;width:14400;height:2" coordorigin="720,8969" coordsize="14400,2">
              <v:shape style="position:absolute;left:720;top:8969;width:14400;height:2" coordorigin="720,8969" coordsize="14400,0" path="m720,8969l15120,8969e" filled="f" stroked="t" strokeweight=".82pt" strokecolor="#000000">
                <v:path arrowok="t"/>
              </v:shape>
            </v:group>
            <v:group style="position:absolute;left:720;top:9236;width:14400;height:2" coordorigin="720,9236" coordsize="14400,2">
              <v:shape style="position:absolute;left:720;top:9236;width:14400;height:2" coordorigin="720,9236" coordsize="14400,0" path="m720,9236l15120,9236e" filled="f" stroked="t" strokeweight=".82pt" strokecolor="#000000">
                <v:path arrowok="t"/>
              </v:shape>
            </v:group>
            <v:group style="position:absolute;left:9998;top:9510;width:2;height:2399" coordorigin="9998,9510" coordsize="2,2399">
              <v:shape style="position:absolute;left:9998;top:9510;width:2;height:2399" coordorigin="9998,9510" coordsize="0,2399" path="m9998,9510l9998,11909e" filled="f" stroked="t" strokeweight=".82pt" strokecolor="#000000">
                <v:path arrowok="t"/>
              </v:shape>
            </v:group>
            <v:group style="position:absolute;left:720;top:9503;width:14400;height:2" coordorigin="720,9503" coordsize="14400,2">
              <v:shape style="position:absolute;left:720;top:9503;width:14400;height:2" coordorigin="720,9503" coordsize="14400,0" path="m720,9503l15120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37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9" coordorigin="705,957" coordsize="14423,10960">
            <v:group style="position:absolute;left:9998;top:980;width:2;height:6931" coordorigin="9998,980" coordsize="2,6931">
              <v:shape style="position:absolute;left:9998;top:980;width:2;height:6931" coordorigin="9998,980" coordsize="0,6931" path="m9998,980l9998,7910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7637;width:14400;height:2" coordorigin="720,7637" coordsize="14400,2">
              <v:shape style="position:absolute;left:720;top:7637;width:14400;height:2" coordorigin="720,7637" coordsize="14400,0" path="m720,7637l15120,7637e" filled="f" stroked="t" strokeweight=".82pt" strokecolor="#000000">
                <v:path arrowok="t"/>
              </v:shape>
            </v:group>
            <v:group style="position:absolute;left:720;top:7903;width:14400;height:2" coordorigin="720,7903" coordsize="14400,2">
              <v:shape style="position:absolute;left:720;top:7903;width:14400;height:2" coordorigin="720,7903" coordsize="14400,0" path="m720,7903l15120,7903e" filled="f" stroked="t" strokeweight=".81997pt" strokecolor="#000000">
                <v:path arrowok="t"/>
              </v:shape>
            </v:group>
            <v:group style="position:absolute;left:9998;top:8177;width:2;height:3732" coordorigin="9998,8177" coordsize="2,3732">
              <v:shape style="position:absolute;left:9998;top:8177;width:2;height:3732" coordorigin="9998,8177" coordsize="0,3732" path="m9998,8177l9998,11909e" filled="f" stroked="t" strokeweight=".82pt" strokecolor="#000000">
                <v:path arrowok="t"/>
              </v:shape>
            </v:group>
            <v:group style="position:absolute;left:720;top:8170;width:14400;height:2" coordorigin="720,8170" coordsize="14400,2">
              <v:shape style="position:absolute;left:720;top:8170;width:14400;height:2" coordorigin="720,8170" coordsize="14400,0" path="m720,8170l15120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30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  <w:cols w:num="2" w:equalWidth="0">
            <w:col w:w="6619" w:space="552"/>
            <w:col w:w="6349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200"/>
          <w:cols w:num="2" w:equalWidth="0">
            <w:col w:w="10306" w:space="1036"/>
            <w:col w:w="2178"/>
          </w:cols>
        </w:sectPr>
      </w:pPr>
      <w:rPr/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20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8" coordorigin="705,957" coordsize="14423,10960">
            <v:group style="position:absolute;left:2413;top:972;width:2;height:5339" coordorigin="2413,972" coordsize="2,5339">
              <v:shape style="position:absolute;left:2413;top:972;width:2;height:5339" coordorigin="2413,972" coordsize="0,5339" path="m2413,972l2413,6311e" filled="f" stroked="t" strokeweight=".82pt" strokecolor="#000000">
                <v:path arrowok="t"/>
              </v:shape>
            </v:group>
            <v:group style="position:absolute;left:9998;top:980;width:2;height:5598" coordorigin="9998,980" coordsize="2,5598">
              <v:shape style="position:absolute;left:9998;top:980;width:2;height:5598" coordorigin="9998,980" coordsize="0,5598" path="m9998,980l9998,6577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6304;width:14400;height:2" coordorigin="720,6304" coordsize="14400,2">
              <v:shape style="position:absolute;left:720;top:6304;width:14400;height:2" coordorigin="720,6304" coordsize="14400,0" path="m720,6304l15120,6304e" filled="f" stroked="t" strokeweight=".82pt" strokecolor="#000000">
                <v:path arrowok="t"/>
              </v:shape>
            </v:group>
            <v:group style="position:absolute;left:2413;top:6577;width:2;height:5331" coordorigin="2413,6577" coordsize="2,5331">
              <v:shape style="position:absolute;left:2413;top:6577;width:2;height:5331" coordorigin="2413,6577" coordsize="0,5331" path="m2413,6577l2413,11909e" filled="f" stroked="t" strokeweight=".82pt" strokecolor="#000000">
                <v:path arrowok="t"/>
              </v:shape>
            </v:group>
            <v:group style="position:absolute;left:720;top:6570;width:14400;height:2" coordorigin="720,6570" coordsize="14400,2">
              <v:shape style="position:absolute;left:720;top:6570;width:14400;height:2" coordorigin="720,6570" coordsize="14400,0" path="m720,6570l15120,6570e" filled="f" stroked="t" strokeweight=".82pt" strokecolor="#000000">
                <v:path arrowok="t"/>
              </v:shape>
            </v:group>
            <v:group style="position:absolute;left:9998;top:6844;width:2;height:5064" coordorigin="9998,6844" coordsize="2,5064">
              <v:shape style="position:absolute;left:9998;top:6844;width:2;height:5064" coordorigin="9998,6844" coordsize="0,5064" path="m9998,6844l9998,11909e" filled="f" stroked="t" strokeweight=".82pt" strokecolor="#000000">
                <v:path arrowok="t"/>
              </v:shape>
            </v:group>
            <v:group style="position:absolute;left:720;top:6837;width:14400;height:2" coordorigin="720,6837" coordsize="14400,2">
              <v:shape style="position:absolute;left:720;top:6837;width:14400;height:2" coordorigin="720,6837" coordsize="14400,0" path="m720,6837l15120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9552;height:2" coordorigin="5568,11902" coordsize="9552,2">
              <v:shape style="position:absolute;left:5568;top:11902;width:9552;height:2" coordorigin="5568,11902" coordsize="9552,0" path="m5568,11902l15120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17" w:after="0" w:line="240" w:lineRule="auto"/>
        <w:ind w:left="300" w:right="301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-35" w:right="49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200"/>
          <w:cols w:num="3" w:equalWidth="0">
            <w:col w:w="6619" w:space="552"/>
            <w:col w:w="3135" w:space="1036"/>
            <w:col w:w="2178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6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left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735"/>
            <w:col w:w="1239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37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17" w:after="0" w:line="240" w:lineRule="auto"/>
        <w:ind w:left="-38" w:right="61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90" w:right="57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7" coordorigin="705,957" coordsize="14423,10960">
            <v:group style="position:absolute;left:9998;top:980;width:2;height:4532" coordorigin="9998,980" coordsize="2,4532">
              <v:shape style="position:absolute;left:9998;top:980;width:2;height:4532" coordorigin="9998,980" coordsize="0,4532" path="m9998,980l9998,5511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15113;top:980;width:2;height:10929" coordorigin="15113,980" coordsize="2,10929">
              <v:shape style="position:absolute;left:15113;top:980;width:2;height:10929" coordorigin="15113,980" coordsize="0,10929" path="m15113,980l15113,11909e" filled="f" stroked="t" strokeweight=".81997pt" strokecolor="#000000">
                <v:path arrowok="t"/>
              </v:shape>
            </v:group>
            <v:group style="position:absolute;left:5568;top:972;width:9552;height:2" coordorigin="5568,972" coordsize="9552,2">
              <v:shape style="position:absolute;left:5568;top:972;width:9552;height:2" coordorigin="5568,972" coordsize="9552,0" path="m5568,972l15120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9552;height:2" coordorigin="5568,2039" coordsize="9552,2">
              <v:shape style="position:absolute;left:5568;top:2039;width:9552;height:2" coordorigin="5568,2039" coordsize="9552,0" path="m5568,2039l15120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9552;height:2" coordorigin="5568,5238" coordsize="9552,2">
              <v:shape style="position:absolute;left:5568;top:5238;width:9552;height:2" coordorigin="5568,5238" coordsize="9552,0" path="m5568,5238l15120,5238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5504;width:14400;height:2" coordorigin="720,5504" coordsize="14400,2">
              <v:shape style="position:absolute;left:720;top:5504;width:14400;height:2" coordorigin="720,5504" coordsize="14400,0" path="m720,5504l15120,5504e" filled="f" stroked="t" strokeweight=".82pt" strokecolor="#000000">
                <v:path arrowok="t"/>
              </v:shape>
            </v:group>
            <v:group style="position:absolute;left:9998;top:5778;width:2;height:6131" coordorigin="9998,5778" coordsize="2,6131">
              <v:shape style="position:absolute;left:9998;top:5778;width:2;height:6131" coordorigin="9998,5778" coordsize="0,6131" path="m9998,5778l9998,11909e" filled="f" stroked="t" strokeweight=".82pt" strokecolor="#000000">
                <v:path arrowok="t"/>
              </v:shape>
            </v:group>
            <v:group style="position:absolute;left:720;top:5771;width:14400;height:2" coordorigin="720,5771" coordsize="14400,2">
              <v:shape style="position:absolute;left:720;top:5771;width:14400;height:2" coordorigin="720,5771" coordsize="14400,0" path="m720,5771l15120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9552;height:2" coordorigin="5568,9503" coordsize="9552,2">
              <v:shape style="position:absolute;left:5568;top:9503;width:9552;height:2" coordorigin="5568,9503" coordsize="9552,0" path="m5568,9503l15120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9552;height:2" coordorigin="5568,10836" coordsize="9552,2">
              <v:shape style="position:absolute;left:5568;top:10836;width:9552;height:2" coordorigin="5568,10836" coordsize="9552,0" path="m5568,10836l15120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UE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10306" w:space="1331"/>
            <w:col w:w="1643"/>
          </w:cols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90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0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left="368" w:right="57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00" w:lineRule="atLeast"/>
        <w:ind w:left="-18" w:right="197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pgSz w:w="15840" w:h="12240" w:orient="landscape"/>
          <w:pgMar w:top="940" w:bottom="0" w:left="1120" w:right="1440"/>
          <w:cols w:num="2" w:equalWidth="0">
            <w:col w:w="10306" w:space="1396"/>
            <w:col w:w="1578"/>
          </w:cols>
        </w:sectPr>
      </w:pPr>
      <w:rPr/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6" coordorigin="705,957" coordsize="14423,10960">
            <v:group style="position:absolute;left:9998;top:980;width:2;height:3732" coordorigin="9998,980" coordsize="2,3732">
              <v:shape style="position:absolute;left:9998;top:980;width:2;height:3732" coordorigin="9998,980" coordsize="0,3732" path="m9998,980l9998,4712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5568;top:2839;width:9552;height:2" coordorigin="5568,2839" coordsize="9552,2">
              <v:shape style="position:absolute;left:5568;top:2839;width:9552;height:2" coordorigin="5568,2839" coordsize="9552,0" path="m5568,2839l15120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9552;height:2" coordorigin="5568,3372" coordsize="9552,2">
              <v:shape style="position:absolute;left:5568;top:3372;width:9552;height:2" coordorigin="5568,3372" coordsize="9552,0" path="m5568,3372l15120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9552;height:2" coordorigin="5568,4438" coordsize="9552,2">
              <v:shape style="position:absolute;left:5568;top:4438;width:9552;height:2" coordorigin="5568,4438" coordsize="9552,0" path="m5568,4438l15120,4438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4704;width:14400;height:2" coordorigin="720,4704" coordsize="14400,2">
              <v:shape style="position:absolute;left:720;top:4704;width:14400;height:2" coordorigin="720,4704" coordsize="14400,0" path="m720,4704l15120,4704e" filled="f" stroked="t" strokeweight=".82pt" strokecolor="#000000">
                <v:path arrowok="t"/>
              </v:shape>
            </v:group>
            <v:group style="position:absolute;left:9998;top:4978;width:2;height:6931" coordorigin="9998,4978" coordsize="2,6931">
              <v:shape style="position:absolute;left:9998;top:4978;width:2;height:6931" coordorigin="9998,4978" coordsize="0,6931" path="m9998,4978l9998,11909e" filled="f" stroked="t" strokeweight=".82pt" strokecolor="#000000">
                <v:path arrowok="t"/>
              </v:shape>
            </v:group>
            <v:group style="position:absolute;left:720;top:4971;width:14400;height:2" coordorigin="720,4971" coordsize="14400,2">
              <v:shape style="position:absolute;left:720;top:4971;width:14400;height:2" coordorigin="720,4971" coordsize="14400,0" path="m720,4971l15120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0" w:after="0" w:line="237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17" w:after="0" w:line="240" w:lineRule="auto"/>
        <w:ind w:left="-35" w:right="64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90" w:right="57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IVI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62" w:firstLine="1131"/>
        <w:jc w:val="left"/>
        <w:tabs>
          <w:tab w:pos="1740" w:val="left"/>
          <w:tab w:pos="45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36" w:lineRule="exact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6619" w:space="552"/>
            <w:col w:w="6109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5" coordorigin="705,957" coordsize="14423,10960">
            <v:group style="position:absolute;left:9998;top:980;width:2;height:2666" coordorigin="9998,980" coordsize="2,2666">
              <v:shape style="position:absolute;left:9998;top:980;width:2;height:2666" coordorigin="9998,980" coordsize="0,2666" path="m9998,980l9998,3646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720;top:3372;width:14400;height:2" coordorigin="720,3372" coordsize="14400,2">
              <v:shape style="position:absolute;left:720;top:3372;width:14400;height:2" coordorigin="720,3372" coordsize="14400,0" path="m720,3372l15120,3372e" filled="f" stroked="t" strokeweight=".82pt" strokecolor="#000000">
                <v:path arrowok="t"/>
              </v:shape>
            </v:group>
            <v:group style="position:absolute;left:720;top:3638;width:14400;height:2" coordorigin="720,3638" coordsize="14400,2">
              <v:shape style="position:absolute;left:720;top:3638;width:14400;height:2" coordorigin="720,3638" coordsize="14400,0" path="m720,3638l15120,3638e" filled="f" stroked="t" strokeweight=".82pt" strokecolor="#000000">
                <v:path arrowok="t"/>
              </v:shape>
            </v:group>
            <v:group style="position:absolute;left:9998;top:3912;width:2;height:7997" coordorigin="9998,3912" coordsize="2,7997">
              <v:shape style="position:absolute;left:9998;top:3912;width:2;height:7997" coordorigin="9998,3912" coordsize="0,7997" path="m9998,3912l9998,11909e" filled="f" stroked="t" strokeweight=".82pt" strokecolor="#000000">
                <v:path arrowok="t"/>
              </v:shape>
            </v:group>
            <v:group style="position:absolute;left:720;top:3905;width:14400;height:2" coordorigin="720,3905" coordsize="14400,2">
              <v:shape style="position:absolute;left:720;top:3905;width:14400;height:2" coordorigin="720,3905" coordsize="14400,0" path="m720,3905l15120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6311;height:2" coordorigin="5568,7104" coordsize="6311,2">
              <v:shape style="position:absolute;left:5568;top:7104;width:6311;height:2" coordorigin="5568,7104" coordsize="6311,0" path="m5568,7104l11879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6311;height:2" coordorigin="5568,8170" coordsize="6311,2">
              <v:shape style="position:absolute;left:5568;top:8170;width:6311;height:2" coordorigin="5568,8170" coordsize="6311,0" path="m5568,8170l11879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6311;height:2" coordorigin="5568,10036" coordsize="6311,2">
              <v:shape style="position:absolute;left:5568;top:10036;width:6311;height:2" coordorigin="5568,10036" coordsize="6311,0" path="m5568,10036l11879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6311;height:2" coordorigin="5568,11102" coordsize="6311,2">
              <v:shape style="position:absolute;left:5568;top:11102;width:6311;height:2" coordorigin="5568,11102" coordsize="6311,0" path="m5568,11102l11879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8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left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47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3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left="7171" w:right="-20"/>
        <w:jc w:val="left"/>
        <w:tabs>
          <w:tab w:pos="8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5840" w:h="12240" w:orient="landscape"/>
          <w:pgMar w:top="940" w:bottom="0" w:left="1120" w:right="1440"/>
        </w:sectPr>
      </w:pPr>
      <w:rPr/>
    </w:p>
    <w:p>
      <w:pPr>
        <w:spacing w:before="24" w:after="0" w:line="240" w:lineRule="auto"/>
        <w:ind w:left="104" w:right="-70"/>
        <w:jc w:val="left"/>
        <w:tabs>
          <w:tab w:pos="2380" w:val="left"/>
          <w:tab w:pos="44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7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0" w:after="0" w:line="237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17" w:after="0" w:line="240" w:lineRule="auto"/>
        <w:ind w:left="-38" w:right="61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9" w:right="29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440"/>
          <w:cols w:num="3" w:equalWidth="0">
            <w:col w:w="6619" w:space="552"/>
            <w:col w:w="3135" w:space="1374"/>
            <w:col w:w="1600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pict>
          <v:group style="position:absolute;margin-left:35.254002pt;margin-top:47.849998pt;width:721.16pt;height:548.0pt;mso-position-horizontal-relative:page;mso-position-vertical-relative:page;z-index:-18554" coordorigin="705,957" coordsize="14423,10960">
            <v:group style="position:absolute;left:9998;top:980;width:2;height:2133" coordorigin="9998,980" coordsize="2,2133">
              <v:shape style="position:absolute;left:9998;top:980;width:2;height:2133" coordorigin="9998,980" coordsize="0,2133" path="m9998,980l9998,3112e" filled="f" stroked="t" strokeweight=".82pt" strokecolor="#000000">
                <v:path arrowok="t"/>
              </v:shape>
            </v:group>
            <v:group style="position:absolute;left:5561;top:965;width:2;height:10944" coordorigin="5561,965" coordsize="2,10944">
              <v:shape style="position:absolute;left:5561;top:965;width:2;height:10944" coordorigin="5561,965" coordsize="0,10944" path="m5561,965l5561,11909e" filled="f" stroked="t" strokeweight=".82pt" strokecolor="#000000">
                <v:path arrowok="t"/>
              </v:shape>
            </v:group>
            <v:group style="position:absolute;left:6526;top:980;width:2;height:10929" coordorigin="6526,980" coordsize="2,10929">
              <v:shape style="position:absolute;left:6526;top:980;width:2;height:10929" coordorigin="6526,980" coordsize="0,10929" path="m6526,980l6526,11909e" filled="f" stroked="t" strokeweight=".82pt" strokecolor="#000000">
                <v:path arrowok="t"/>
              </v:shape>
            </v:group>
            <v:group style="position:absolute;left:8255;top:980;width:2;height:10929" coordorigin="8255,980" coordsize="2,10929">
              <v:shape style="position:absolute;left:8255;top:980;width:2;height:10929" coordorigin="8255,980" coordsize="0,10929" path="m8255,980l8255,11909e" filled="f" stroked="t" strokeweight=".82pt" strokecolor="#000000">
                <v:path arrowok="t"/>
              </v:shape>
            </v:group>
            <v:group style="position:absolute;left:11871;top:980;width:2;height:10929" coordorigin="11871,980" coordsize="2,10929">
              <v:shape style="position:absolute;left:11871;top:980;width:2;height:10929" coordorigin="11871,980" coordsize="0,10929" path="m11871,980l11871,11909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15113;top:972;width:2;height:10936" coordorigin="15113,972" coordsize="2,10936">
              <v:shape style="position:absolute;left:15113;top:972;width:2;height:10936" coordorigin="15113,972" coordsize="0,10936" path="m15113,972l15113,11909e" filled="f" stroked="t" strokeweight=".81997pt" strokecolor="#000000">
                <v:path arrowok="t"/>
              </v:shape>
            </v:group>
            <v:group style="position:absolute;left:5568;top:2839;width:9552;height:2" coordorigin="5568,2839" coordsize="9552,2">
              <v:shape style="position:absolute;left:5568;top:2839;width:9552;height:2" coordorigin="5568,2839" coordsize="9552,0" path="m5568,2839l15120,2839e" filled="f" stroked="t" strokeweight=".82pt" strokecolor="#000000">
                <v:path arrowok="t"/>
              </v:shape>
            </v:group>
            <v:group style="position:absolute;left:713;top:972;width:2;height:10936" coordorigin="713,972" coordsize="2,10936">
              <v:shape style="position:absolute;left:713;top:972;width:2;height:10936" coordorigin="713,972" coordsize="0,10936" path="m713,972l713,11909e" filled="f" stroked="t" strokeweight=".82pt" strokecolor="#000000">
                <v:path arrowok="t"/>
              </v:shape>
            </v:group>
            <v:group style="position:absolute;left:2413;top:972;width:2;height:10936" coordorigin="2413,972" coordsize="2,10936">
              <v:shape style="position:absolute;left:2413;top:972;width:2;height:10936" coordorigin="2413,972" coordsize="0,10936" path="m2413,972l2413,11909e" filled="f" stroked="t" strokeweight=".82pt" strokecolor="#000000">
                <v:path arrowok="t"/>
              </v:shape>
            </v:group>
            <v:group style="position:absolute;left:720;top:3105;width:14400;height:2" coordorigin="720,3105" coordsize="14400,2">
              <v:shape style="position:absolute;left:720;top:3105;width:14400;height:2" coordorigin="720,3105" coordsize="14400,0" path="m720,3105l15120,3105e" filled="f" stroked="t" strokeweight=".82pt" strokecolor="#000000">
                <v:path arrowok="t"/>
              </v:shape>
            </v:group>
            <v:group style="position:absolute;left:9998;top:3379;width:2;height:8530" coordorigin="9998,3379" coordsize="2,8530">
              <v:shape style="position:absolute;left:9998;top:3379;width:2;height:8530" coordorigin="9998,3379" coordsize="0,8530" path="m9998,3379l9998,11909e" filled="f" stroked="t" strokeweight=".82pt" strokecolor="#000000">
                <v:path arrowok="t"/>
              </v:shape>
            </v:group>
            <v:group style="position:absolute;left:720;top:3372;width:14400;height:2" coordorigin="720,3372" coordsize="14400,2">
              <v:shape style="position:absolute;left:720;top:3372;width:14400;height:2" coordorigin="720,3372" coordsize="14400,0" path="m720,3372l15120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6311;height:2" coordorigin="5568,4171" coordsize="6311,2">
              <v:shape style="position:absolute;left:5568;top:4171;width:6311;height:2" coordorigin="5568,4171" coordsize="6311,0" path="m5568,4171l11879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6311;height:2" coordorigin="5568,6037" coordsize="6311,2">
              <v:shape style="position:absolute;left:5568;top:6037;width:6311;height:2" coordorigin="5568,6037" coordsize="6311,0" path="m5568,6037l11879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5568;top:7104;width:9552;height:2" coordorigin="5568,7104" coordsize="9552,2">
              <v:shape style="position:absolute;left:5568;top:7104;width:9552;height:2" coordorigin="5568,7104" coordsize="9552,0" path="m5568,7104l15120,7104e" filled="f" stroked="t" strokeweight=".82pt" strokecolor="#000000">
                <v:path arrowok="t"/>
              </v:shape>
            </v:group>
            <v:group style="position:absolute;left:5568;top:7370;width:6311;height:2" coordorigin="5568,7370" coordsize="6311,2">
              <v:shape style="position:absolute;left:5568;top:7370;width:6311;height:2" coordorigin="5568,7370" coordsize="6311,0" path="m5568,7370l11879,7370e" filled="f" stroked="t" strokeweight=".82pt" strokecolor="#000000">
                <v:path arrowok="t"/>
              </v:shape>
            </v:group>
            <v:group style="position:absolute;left:5568;top:7637;width:6311;height:2" coordorigin="5568,7637" coordsize="6311,2">
              <v:shape style="position:absolute;left:5568;top:7637;width:6311;height:2" coordorigin="5568,7637" coordsize="6311,0" path="m5568,7637l11879,7637e" filled="f" stroked="t" strokeweight=".82pt" strokecolor="#000000">
                <v:path arrowok="t"/>
              </v:shape>
            </v:group>
            <v:group style="position:absolute;left:5568;top:7903;width:6311;height:2" coordorigin="5568,7903" coordsize="6311,2">
              <v:shape style="position:absolute;left:5568;top:7903;width:6311;height:2" coordorigin="5568,7903" coordsize="6311,0" path="m5568,7903l11879,7903e" filled="f" stroked="t" strokeweight=".81997pt" strokecolor="#000000">
                <v:path arrowok="t"/>
              </v:shape>
            </v:group>
            <v:group style="position:absolute;left:5568;top:8170;width:9552;height:2" coordorigin="5568,8170" coordsize="9552,2">
              <v:shape style="position:absolute;left:5568;top:8170;width:9552;height:2" coordorigin="5568,8170" coordsize="9552,0" path="m5568,8170l15120,8170e" filled="f" stroked="t" strokeweight=".82pt" strokecolor="#000000">
                <v:path arrowok="t"/>
              </v:shape>
            </v:group>
            <v:group style="position:absolute;left:5568;top:8436;width:6311;height:2" coordorigin="5568,8436" coordsize="6311,2">
              <v:shape style="position:absolute;left:5568;top:8436;width:6311;height:2" coordorigin="5568,8436" coordsize="6311,0" path="m5568,8436l11879,8436e" filled="f" stroked="t" strokeweight=".82pt" strokecolor="#000000">
                <v:path arrowok="t"/>
              </v:shape>
            </v:group>
            <v:group style="position:absolute;left:5568;top:8703;width:6311;height:2" coordorigin="5568,8703" coordsize="6311,2">
              <v:shape style="position:absolute;left:5568;top:8703;width:6311;height:2" coordorigin="5568,8703" coordsize="6311,0" path="m5568,8703l11879,8703e" filled="f" stroked="t" strokeweight=".82pt" strokecolor="#000000">
                <v:path arrowok="t"/>
              </v:shape>
            </v:group>
            <v:group style="position:absolute;left:5568;top:8969;width:6311;height:2" coordorigin="5568,8969" coordsize="6311,2">
              <v:shape style="position:absolute;left:5568;top:8969;width:6311;height:2" coordorigin="5568,8969" coordsize="6311,0" path="m5568,8969l11879,8969e" filled="f" stroked="t" strokeweight=".82pt" strokecolor="#000000">
                <v:path arrowok="t"/>
              </v:shape>
            </v:group>
            <v:group style="position:absolute;left:5568;top:9236;width:6311;height:2" coordorigin="5568,9236" coordsize="6311,2">
              <v:shape style="position:absolute;left:5568;top:9236;width:6311;height:2" coordorigin="5568,9236" coordsize="6311,0" path="m5568,9236l11879,9236e" filled="f" stroked="t" strokeweight=".82pt" strokecolor="#000000">
                <v:path arrowok="t"/>
              </v:shape>
            </v:group>
            <v:group style="position:absolute;left:5568;top:9503;width:6311;height:2" coordorigin="5568,9503" coordsize="6311,2">
              <v:shape style="position:absolute;left:5568;top:9503;width:6311;height:2" coordorigin="5568,9503" coordsize="6311,0" path="m5568,9503l11879,9503e" filled="f" stroked="t" strokeweight=".82pt" strokecolor="#000000">
                <v:path arrowok="t"/>
              </v:shape>
            </v:group>
            <v:group style="position:absolute;left:5568;top:9769;width:6311;height:2" coordorigin="5568,9769" coordsize="6311,2">
              <v:shape style="position:absolute;left:5568;top:9769;width:6311;height:2" coordorigin="5568,9769" coordsize="6311,0" path="m5568,9769l11879,9769e" filled="f" stroked="t" strokeweight=".82pt" strokecolor="#000000">
                <v:path arrowok="t"/>
              </v:shape>
            </v:group>
            <v:group style="position:absolute;left:5568;top:10036;width:9552;height:2" coordorigin="5568,10036" coordsize="9552,2">
              <v:shape style="position:absolute;left:5568;top:10036;width:9552;height:2" coordorigin="5568,10036" coordsize="9552,0" path="m5568,10036l15120,10036e" filled="f" stroked="t" strokeweight=".82pt" strokecolor="#000000">
                <v:path arrowok="t"/>
              </v:shape>
            </v:group>
            <v:group style="position:absolute;left:5568;top:10302;width:6311;height:2" coordorigin="5568,10302" coordsize="6311,2">
              <v:shape style="position:absolute;left:5568;top:10302;width:6311;height:2" coordorigin="5568,10302" coordsize="6311,0" path="m5568,10302l11879,10302e" filled="f" stroked="t" strokeweight=".81997pt" strokecolor="#000000">
                <v:path arrowok="t"/>
              </v:shape>
            </v:group>
            <v:group style="position:absolute;left:5568;top:10569;width:6311;height:2" coordorigin="5568,10569" coordsize="6311,2">
              <v:shape style="position:absolute;left:5568;top:10569;width:6311;height:2" coordorigin="5568,10569" coordsize="6311,0" path="m5568,10569l11879,10569e" filled="f" stroked="t" strokeweight=".81997pt" strokecolor="#000000">
                <v:path arrowok="t"/>
              </v:shape>
            </v:group>
            <v:group style="position:absolute;left:5568;top:10836;width:6311;height:2" coordorigin="5568,10836" coordsize="6311,2">
              <v:shape style="position:absolute;left:5568;top:10836;width:6311;height:2" coordorigin="5568,10836" coordsize="6311,0" path="m5568,10836l11879,10836e" filled="f" stroked="t" strokeweight=".81997pt" strokecolor="#000000">
                <v:path arrowok="t"/>
              </v:shape>
            </v:group>
            <v:group style="position:absolute;left:5568;top:11102;width:9552;height:2" coordorigin="5568,11102" coordsize="9552,2">
              <v:shape style="position:absolute;left:5568;top:11102;width:9552;height:2" coordorigin="5568,11102" coordsize="9552,0" path="m5568,11102l15120,11102e" filled="f" stroked="t" strokeweight=".81997pt" strokecolor="#000000">
                <v:path arrowok="t"/>
              </v:shape>
            </v:group>
            <v:group style="position:absolute;left:5568;top:11368;width:6311;height:2" coordorigin="5568,11368" coordsize="6311,2">
              <v:shape style="position:absolute;left:5568;top:11368;width:6311;height:2" coordorigin="5568,11368" coordsize="6311,0" path="m5568,11368l11879,11368e" filled="f" stroked="t" strokeweight=".81997pt" strokecolor="#000000">
                <v:path arrowok="t"/>
              </v:shape>
            </v:group>
            <v:group style="position:absolute;left:5568;top:11635;width:6311;height:2" coordorigin="5568,11635" coordsize="6311,2">
              <v:shape style="position:absolute;left:5568;top:11635;width:6311;height:2" coordorigin="5568,11635" coordsize="6311,0" path="m5568,11635l11879,11635e" filled="f" stroked="t" strokeweight=".81997pt" strokecolor="#000000">
                <v:path arrowok="t"/>
              </v:shape>
            </v:group>
            <v:group style="position:absolute;left:5568;top:11902;width:6311;height:2" coordorigin="5568,11902" coordsize="6311,2">
              <v:shape style="position:absolute;left:5568;top:11902;width:6311;height:2" coordorigin="5568,11902" coordsize="6311,0" path="m5568,11902l11879,11902e" filled="f" stroked="t" strokeweight=".81997pt" strokecolor="#000000">
                <v:path arrowok="t"/>
              </v:shape>
            </v:group>
            <w10:wrap type="none"/>
          </v:group>
        </w:pict>
      </w:r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90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67" w:right="600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-38" w:right="292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67" w:right="600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5" w:right="29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1120" w:right="1440"/>
          <w:cols w:num="2" w:equalWidth="0">
            <w:col w:w="10306" w:space="1519"/>
            <w:col w:w="1455"/>
          </w:cols>
        </w:sectPr>
      </w:pPr>
      <w:rPr/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24" w:right="-70"/>
        <w:jc w:val="left"/>
        <w:tabs>
          <w:tab w:pos="2900" w:val="left"/>
          <w:tab w:pos="49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ÍCU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  <w:tab/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É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 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Â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M)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76" w:lineRule="auto"/>
        <w:ind w:right="-57" w:firstLine="1131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0" w:after="0" w:line="236" w:lineRule="exact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70"/>
        <w:jc w:val="lef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-38" w:right="901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9" w:right="113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pgSz w:w="15840" w:h="12240" w:orient="landscape"/>
          <w:pgMar w:top="1120" w:bottom="0" w:left="600" w:right="600"/>
          <w:cols w:num="3" w:equalWidth="0">
            <w:col w:w="7139" w:space="552"/>
            <w:col w:w="3135" w:space="1374"/>
            <w:col w:w="2440"/>
          </w:cols>
        </w:sectPr>
      </w:pPr>
      <w:rPr/>
    </w:p>
    <w:p>
      <w:pPr>
        <w:spacing w:before="22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21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2060" w:val="left"/>
          <w:tab w:pos="442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left="267" w:right="1440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523" w:lineRule="auto"/>
        <w:ind w:left="-18" w:right="1152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5" w:right="113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jc w:val="center"/>
        <w:spacing w:after="0"/>
        <w:sectPr>
          <w:type w:val="continuous"/>
          <w:pgSz w:w="15840" w:h="12240" w:orient="landscape"/>
          <w:pgMar w:top="860" w:bottom="0" w:left="600" w:right="600"/>
          <w:cols w:num="2" w:equalWidth="0">
            <w:col w:w="10826" w:space="1519"/>
            <w:col w:w="229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5.254002pt;margin-top:47.860001pt;width:721.16pt;height:321.410015pt;mso-position-horizontal-relative:page;mso-position-vertical-relative:page;z-index:-18553" coordorigin="705,957" coordsize="14423,6428">
            <v:group style="position:absolute;left:9998;top:980;width:2;height:267" coordorigin="9998,980" coordsize="2,267">
              <v:shape style="position:absolute;left:9998;top:980;width:2;height:267" coordorigin="9998,980" coordsize="0,267" path="m9998,980l9998,1247e" filled="f" stroked="t" strokeweight=".82pt" strokecolor="#000000">
                <v:path arrowok="t"/>
              </v:shape>
            </v:group>
            <v:group style="position:absolute;left:5561;top:965;width:2;height:6412" coordorigin="5561,965" coordsize="2,6412">
              <v:shape style="position:absolute;left:5561;top:965;width:2;height:6412" coordorigin="5561,965" coordsize="0,6412" path="m5561,965l5561,7377e" filled="f" stroked="t" strokeweight=".82pt" strokecolor="#000000">
                <v:path arrowok="t"/>
              </v:shape>
            </v:group>
            <v:group style="position:absolute;left:6526;top:980;width:2;height:6397" coordorigin="6526,980" coordsize="2,6397">
              <v:shape style="position:absolute;left:6526;top:980;width:2;height:6397" coordorigin="6526,980" coordsize="0,6397" path="m6526,980l6526,7377e" filled="f" stroked="t" strokeweight=".82pt" strokecolor="#000000">
                <v:path arrowok="t"/>
              </v:shape>
            </v:group>
            <v:group style="position:absolute;left:8255;top:980;width:2;height:6397" coordorigin="8255,980" coordsize="2,6397">
              <v:shape style="position:absolute;left:8255;top:980;width:2;height:6397" coordorigin="8255,980" coordsize="0,6397" path="m8255,980l8255,7377e" filled="f" stroked="t" strokeweight=".82pt" strokecolor="#000000">
                <v:path arrowok="t"/>
              </v:shape>
            </v:group>
            <v:group style="position:absolute;left:11871;top:980;width:2;height:6397" coordorigin="11871,980" coordsize="2,6397">
              <v:shape style="position:absolute;left:11871;top:980;width:2;height:6397" coordorigin="11871,980" coordsize="0,6397" path="m11871,980l11871,7377e" filled="f" stroked="t" strokeweight=".81997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713;top:973;width:2;height:6405" coordorigin="713,973" coordsize="2,6405">
              <v:shape style="position:absolute;left:713;top:973;width:2;height:6405" coordorigin="713,973" coordsize="0,6405" path="m713,973l713,7377e" filled="f" stroked="t" strokeweight=".82pt" strokecolor="#000000">
                <v:path arrowok="t"/>
              </v:shape>
            </v:group>
            <v:group style="position:absolute;left:2413;top:973;width:2;height:6405" coordorigin="2413,973" coordsize="2,6405">
              <v:shape style="position:absolute;left:2413;top:973;width:2;height:6405" coordorigin="2413,973" coordsize="0,6405" path="m2413,973l2413,7377e" filled="f" stroked="t" strokeweight=".82pt" strokecolor="#000000">
                <v:path arrowok="t"/>
              </v:shape>
            </v:group>
            <v:group style="position:absolute;left:15113;top:973;width:2;height:6405" coordorigin="15113,973" coordsize="2,6405">
              <v:shape style="position:absolute;left:15113;top:973;width:2;height:6405" coordorigin="15113,973" coordsize="0,6405" path="m15113,973l15113,7377e" filled="f" stroked="t" strokeweight=".81997pt" strokecolor="#000000">
                <v:path arrowok="t"/>
              </v:shape>
            </v:group>
            <v:group style="position:absolute;left:720;top:1239;width:14400;height:2" coordorigin="720,1239" coordsize="14400,2">
              <v:shape style="position:absolute;left:720;top:1239;width:14400;height:2" coordorigin="720,1239" coordsize="14400,0" path="m720,1239l15120,1239e" filled="f" stroked="t" strokeweight=".82pt" strokecolor="#000000">
                <v:path arrowok="t"/>
              </v:shape>
            </v:group>
            <v:group style="position:absolute;left:9998;top:1513;width:2;height:5864" coordorigin="9998,1513" coordsize="2,5864">
              <v:shape style="position:absolute;left:9998;top:1513;width:2;height:5864" coordorigin="9998,1513" coordsize="0,5864" path="m9998,1513l9998,7377e" filled="f" stroked="t" strokeweight=".82pt" strokecolor="#000000">
                <v:path arrowok="t"/>
              </v:shape>
            </v:group>
            <v:group style="position:absolute;left:720;top:1506;width:14400;height:2" coordorigin="720,1506" coordsize="14400,2">
              <v:shape style="position:absolute;left:720;top:1506;width:14400;height:2" coordorigin="720,1506" coordsize="14400,0" path="m720,1506l15120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9552;height:2" coordorigin="5568,3638" coordsize="9552,2">
              <v:shape style="position:absolute;left:5568;top:3638;width:9552;height:2" coordorigin="5568,3638" coordsize="9552,0" path="m5568,3638l15120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5568;top:4171;width:9552;height:2" coordorigin="5568,4171" coordsize="9552,2">
              <v:shape style="position:absolute;left:5568;top:4171;width:9552;height:2" coordorigin="5568,4171" coordsize="9552,0" path="m5568,4171l15120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9552;height:2" coordorigin="5568,5504" coordsize="9552,2">
              <v:shape style="position:absolute;left:5568;top:5504;width:9552;height:2" coordorigin="5568,5504" coordsize="9552,0" path="m5568,5504l15120,5504e" filled="f" stroked="t" strokeweight=".82pt" strokecolor="#000000">
                <v:path arrowok="t"/>
              </v:shape>
            </v:group>
            <v:group style="position:absolute;left:5568;top:5771;width:6311;height:2" coordorigin="5568,5771" coordsize="6311,2">
              <v:shape style="position:absolute;left:5568;top:5771;width:6311;height:2" coordorigin="5568,5771" coordsize="6311,0" path="m5568,5771l11879,5771e" filled="f" stroked="t" strokeweight=".82pt" strokecolor="#000000">
                <v:path arrowok="t"/>
              </v:shape>
            </v:group>
            <v:group style="position:absolute;left:5568;top:6037;width:9552;height:2" coordorigin="5568,6037" coordsize="9552,2">
              <v:shape style="position:absolute;left:5568;top:6037;width:9552;height:2" coordorigin="5568,6037" coordsize="9552,0" path="m5568,6037l15120,6037e" filled="f" stroked="t" strokeweight=".82pt" strokecolor="#000000">
                <v:path arrowok="t"/>
              </v:shape>
            </v:group>
            <v:group style="position:absolute;left:5568;top:6304;width:6311;height:2" coordorigin="5568,6304" coordsize="6311,2">
              <v:shape style="position:absolute;left:5568;top:6304;width:6311;height:2" coordorigin="5568,6304" coordsize="6311,0" path="m5568,6304l11879,6304e" filled="f" stroked="t" strokeweight=".82pt" strokecolor="#000000">
                <v:path arrowok="t"/>
              </v:shape>
            </v:group>
            <v:group style="position:absolute;left:5568;top:6570;width:6311;height:2" coordorigin="5568,6570" coordsize="6311,2">
              <v:shape style="position:absolute;left:5568;top:6570;width:6311;height:2" coordorigin="5568,6570" coordsize="6311,0" path="m5568,6570l11879,6570e" filled="f" stroked="t" strokeweight=".82pt" strokecolor="#000000">
                <v:path arrowok="t"/>
              </v:shape>
            </v:group>
            <v:group style="position:absolute;left:5568;top:6837;width:6311;height:2" coordorigin="5568,6837" coordsize="6311,2">
              <v:shape style="position:absolute;left:5568;top:6837;width:6311;height:2" coordorigin="5568,6837" coordsize="6311,0" path="m5568,6837l11879,6837e" filled="f" stroked="t" strokeweight=".82pt" strokecolor="#000000">
                <v:path arrowok="t"/>
              </v:shape>
            </v:group>
            <v:group style="position:absolute;left:12836;top:7111;width:2;height:266" coordorigin="12836,7111" coordsize="2,266">
              <v:shape style="position:absolute;left:12836;top:7111;width:2;height:266" coordorigin="12836,7111" coordsize="0,266" path="m12836,7111l12836,7377e" filled="f" stroked="t" strokeweight=".82003pt" strokecolor="#000000">
                <v:path arrowok="t"/>
              </v:shape>
            </v:group>
            <v:group style="position:absolute;left:5568;top:7104;width:9552;height:2" coordorigin="5568,7104" coordsize="9552,2">
              <v:shape style="position:absolute;left:5568;top:7104;width:9552;height:2" coordorigin="5568,7104" coordsize="9552,0" path="m5568,7104l15120,7104e" filled="f" stroked="t" strokeweight=".82pt" strokecolor="#000000">
                <v:path arrowok="t"/>
              </v:shape>
            </v:group>
            <v:group style="position:absolute;left:720;top:7370;width:14400;height:2" coordorigin="720,7370" coordsize="14400,2">
              <v:shape style="position:absolute;left:720;top:7370;width:14400;height:2" coordorigin="720,7370" coordsize="14400,0" path="m720,7370l15120,73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3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4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261" w:right="1225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148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35.254002pt;margin-top:48.209999pt;width:721.16pt;height:281.07pt;mso-position-horizontal-relative:page;mso-position-vertical-relative:page;z-index:-18552" coordorigin="705,964" coordsize="14423,5621">
            <v:group style="position:absolute;left:713;top:972;width:2;height:5605" coordorigin="713,972" coordsize="2,5605">
              <v:shape style="position:absolute;left:713;top:972;width:2;height:5605" coordorigin="713,972" coordsize="0,5605" path="m713,972l713,6577e" filled="f" stroked="t" strokeweight=".82pt" strokecolor="#000000">
                <v:path arrowok="t"/>
              </v:shape>
            </v:group>
            <v:group style="position:absolute;left:2413;top:972;width:2;height:5605" coordorigin="2413,972" coordsize="2,5605">
              <v:shape style="position:absolute;left:2413;top:972;width:2;height:5605" coordorigin="2413,972" coordsize="0,5605" path="m2413,972l2413,6577e" filled="f" stroked="t" strokeweight=".82pt" strokecolor="#000000">
                <v:path arrowok="t"/>
              </v:shape>
            </v:group>
            <v:group style="position:absolute;left:8255;top:980;width:2;height:5598" coordorigin="8255,980" coordsize="2,5598">
              <v:shape style="position:absolute;left:8255;top:980;width:2;height:5598" coordorigin="8255,980" coordsize="0,5598" path="m8255,980l8255,6577e" filled="f" stroked="t" strokeweight=".82pt" strokecolor="#000000">
                <v:path arrowok="t"/>
              </v:shape>
            </v:group>
            <v:group style="position:absolute;left:720;top:6570;width:14400;height:2" coordorigin="720,6570" coordsize="14400,2">
              <v:shape style="position:absolute;left:720;top:6570;width:14400;height:2" coordorigin="720,6570" coordsize="14400,0" path="m720,6570l15120,6570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952.600098" w:type="dxa"/>
      </w:tblPr>
      <w:tblGrid/>
      <w:tr>
        <w:trPr>
          <w:trHeight w:val="267" w:hRule="exact"/>
        </w:trPr>
        <w:tc>
          <w:tcPr>
            <w:tcW w:w="1830" w:type="dxa"/>
            <w:vMerge w:val="restart"/>
            <w:gridSpan w:val="2"/>
            <w:tcBorders>
              <w:top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 w:val="restart"/>
            <w:tcBorders>
              <w:top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830" w:type="dxa"/>
            <w:vMerge/>
            <w:gridSpan w:val="2"/>
            <w:tcBorders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830" w:type="dxa"/>
            <w:vMerge/>
            <w:gridSpan w:val="2"/>
            <w:tcBorders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830" w:type="dxa"/>
            <w:vMerge/>
            <w:gridSpan w:val="2"/>
            <w:tcBorders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830" w:type="dxa"/>
            <w:vMerge/>
            <w:gridSpan w:val="2"/>
            <w:tcBorders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4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7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2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single" w:sz="6.56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4" w:after="0" w:line="240" w:lineRule="auto"/>
              <w:ind w:left="1181" w:right="115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217" w:right="118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7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2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1318" w:right="1287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37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2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921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tcBorders>
              <w:top w:val="single" w:sz="6.56" w:space="0" w:color="000000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90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8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2607" w:type="dxa"/>
            <w:tcBorders>
              <w:top w:val="single" w:sz="6.56" w:space="0" w:color="000000"/>
              <w:bottom w:val="single" w:sz="6.56" w:space="0" w:color="000000"/>
              <w:left w:val="nil" w:sz="6" w:space="0" w:color="auto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nil" w:sz="6" w:space="0" w:color="auto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4" w:after="0" w:line="244" w:lineRule="exact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</w:tr>
    </w:tbl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849" w:right="-44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311" w:right="127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/>
            <w:rPr/>
          </w:p>
        </w:tc>
        <w:tc>
          <w:tcPr>
            <w:tcW w:w="3241" w:type="dxa"/>
            <w:tcBorders>
              <w:top w:val="single" w:sz="6.55976" w:space="0" w:color="000000"/>
              <w:bottom w:val="single" w:sz="6.5597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80" w:bottom="0" w:left="600" w:right="600"/>
        </w:sectPr>
      </w:pPr>
      <w:rPr/>
    </w:p>
    <w:p>
      <w:pPr>
        <w:spacing w:before="7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7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920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4" w:lineRule="exact"/>
              <w:ind w:left="1332" w:right="1304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6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4" w:lineRule="exact"/>
              <w:ind w:left="1311" w:right="1276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IVI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0" w:lineRule="auto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1065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3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4" w:lineRule="exact"/>
              <w:ind w:left="877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Q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96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pgSz w:w="15840" w:h="12240" w:orient="landscape"/>
          <w:pgMar w:top="860" w:bottom="0" w:left="600" w:right="600"/>
        </w:sectPr>
      </w:pPr>
      <w:rPr/>
    </w:p>
    <w:p>
      <w:pPr>
        <w:spacing w:before="47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3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0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22" w:after="0" w:line="240" w:lineRule="auto"/>
        <w:ind w:right="-20"/>
        <w:jc w:val="right"/>
        <w:tabs>
          <w:tab w:pos="1720" w:val="left"/>
          <w:tab w:pos="40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</w:rPr>
        <w:t>2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</w:rPr>
        <w:t>0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22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4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-1"/>
        </w:rPr>
        <w:t>9</w:t>
      </w:r>
      <w:r>
        <w:rPr>
          <w:rFonts w:ascii="Calibri" w:hAnsi="Calibri" w:cs="Calibri" w:eastAsia="Calibri"/>
          <w:sz w:val="20"/>
          <w:szCs w:val="20"/>
          <w:spacing w:val="0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3" w:after="0" w:line="240" w:lineRule="auto"/>
        <w:ind w:right="-20"/>
        <w:jc w:val="right"/>
        <w:tabs>
          <w:tab w:pos="1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2"/>
        </w:rPr>
        <w:t>E</w:t>
      </w:r>
      <w:r>
        <w:rPr>
          <w:rFonts w:ascii="Calibri" w:hAnsi="Calibri" w:cs="Calibri" w:eastAsia="Calibri"/>
          <w:sz w:val="20"/>
          <w:szCs w:val="20"/>
          <w:spacing w:val="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8</w:t>
      </w:r>
      <w:r>
        <w:rPr>
          <w:rFonts w:ascii="Calibri" w:hAnsi="Calibri" w:cs="Calibri" w:eastAsia="Calibri"/>
          <w:sz w:val="20"/>
          <w:szCs w:val="20"/>
          <w:spacing w:val="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</w:rPr>
        <w:t>1</w:t>
      </w:r>
      <w:r>
        <w:rPr>
          <w:rFonts w:ascii="Calibri" w:hAnsi="Calibri" w:cs="Calibri" w:eastAsia="Calibri"/>
          <w:sz w:val="20"/>
          <w:szCs w:val="20"/>
          <w:spacing w:val="-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</w:rPr>
        <w:t>3</w:t>
      </w:r>
      <w:r>
        <w:rPr>
          <w:rFonts w:ascii="Calibri" w:hAnsi="Calibri" w:cs="Calibri" w:eastAsia="Calibri"/>
          <w:sz w:val="20"/>
          <w:szCs w:val="20"/>
          <w:spacing w:val="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</w:rPr>
        <w:t>2</w:t>
      </w:r>
      <w:r>
        <w:rPr>
          <w:rFonts w:ascii="Calibri" w:hAnsi="Calibri" w:cs="Calibri" w:eastAsia="Calibri"/>
          <w:sz w:val="20"/>
          <w:szCs w:val="20"/>
          <w:spacing w:val="0"/>
        </w:rPr>
        <w:t>7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=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9" w:right="1132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Á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5" w:right="948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UE</w:t>
      </w:r>
    </w:p>
    <w:p>
      <w:pPr>
        <w:jc w:val="center"/>
        <w:spacing w:after="0"/>
        <w:sectPr>
          <w:pgSz w:w="15840" w:h="12240" w:orient="landscape"/>
          <w:pgMar w:top="940" w:bottom="0" w:left="600" w:right="600"/>
          <w:cols w:num="2" w:equalWidth="0">
            <w:col w:w="10826" w:space="1331"/>
            <w:col w:w="2483"/>
          </w:cols>
        </w:sectPr>
      </w:pPr>
      <w:rPr/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35.254002pt;margin-top:47.860001pt;width:721.16pt;height:241.44pt;mso-position-horizontal-relative:page;mso-position-vertical-relative:page;z-index:-18551" coordorigin="705,957" coordsize="14423,4829">
            <v:group style="position:absolute;left:713;top:973;width:2;height:4805" coordorigin="713,973" coordsize="2,4805">
              <v:shape style="position:absolute;left:713;top:973;width:2;height:4805" coordorigin="713,973" coordsize="0,4805" path="m713,973l713,5778e" filled="f" stroked="t" strokeweight=".82pt" strokecolor="#000000">
                <v:path arrowok="t"/>
              </v:shape>
            </v:group>
            <v:group style="position:absolute;left:2413;top:973;width:2;height:4805" coordorigin="2413,973" coordsize="2,4805">
              <v:shape style="position:absolute;left:2413;top:973;width:2;height:4805" coordorigin="2413,973" coordsize="0,4805" path="m2413,973l2413,5778e" filled="f" stroked="t" strokeweight=".82pt" strokecolor="#000000">
                <v:path arrowok="t"/>
              </v:shape>
            </v:group>
            <v:group style="position:absolute;left:5561;top:965;width:2;height:4812" coordorigin="5561,965" coordsize="2,4812">
              <v:shape style="position:absolute;left:5561;top:965;width:2;height:4812" coordorigin="5561,965" coordsize="0,4812" path="m5561,965l5561,5778e" filled="f" stroked="t" strokeweight=".82pt" strokecolor="#000000">
                <v:path arrowok="t"/>
              </v:shape>
            </v:group>
            <v:group style="position:absolute;left:6526;top:980;width:2;height:4798" coordorigin="6526,980" coordsize="2,4798">
              <v:shape style="position:absolute;left:6526;top:980;width:2;height:4798" coordorigin="6526,980" coordsize="0,4798" path="m6526,980l6526,5778e" filled="f" stroked="t" strokeweight=".82pt" strokecolor="#000000">
                <v:path arrowok="t"/>
              </v:shape>
            </v:group>
            <v:group style="position:absolute;left:8255;top:980;width:2;height:4798" coordorigin="8255,980" coordsize="2,4798">
              <v:shape style="position:absolute;left:8255;top:980;width:2;height:4798" coordorigin="8255,980" coordsize="0,4798" path="m8255,980l8255,5778e" filled="f" stroked="t" strokeweight=".82pt" strokecolor="#000000">
                <v:path arrowok="t"/>
              </v:shape>
            </v:group>
            <v:group style="position:absolute;left:11871;top:980;width:2;height:4798" coordorigin="11871,980" coordsize="2,4798">
              <v:shape style="position:absolute;left:11871;top:980;width:2;height:4798" coordorigin="11871,980" coordsize="0,4798" path="m11871,980l11871,5778e" filled="f" stroked="t" strokeweight=".81997pt" strokecolor="#000000">
                <v:path arrowok="t"/>
              </v:shape>
            </v:group>
            <v:group style="position:absolute;left:9998;top:980;width:2;height:4798" coordorigin="9998,980" coordsize="2,4798">
              <v:shape style="position:absolute;left:9998;top:980;width:2;height:4798" coordorigin="9998,980" coordsize="0,4798" path="m9998,980l9998,5778e" filled="f" stroked="t" strokeweight=".82pt" strokecolor="#000000">
                <v:path arrowok="t"/>
              </v:shape>
            </v:group>
            <v:group style="position:absolute;left:5568;top:972;width:6311;height:2" coordorigin="5568,972" coordsize="6311,2">
              <v:shape style="position:absolute;left:5568;top:972;width:6311;height:2" coordorigin="5568,972" coordsize="6311,0" path="m5568,972l11879,972e" filled="f" stroked="t" strokeweight=".82pt" strokecolor="#000000">
                <v:path arrowok="t"/>
              </v:shape>
            </v:group>
            <v:group style="position:absolute;left:5568;top:1239;width:6311;height:2" coordorigin="5568,1239" coordsize="6311,2">
              <v:shape style="position:absolute;left:5568;top:1239;width:6311;height:2" coordorigin="5568,1239" coordsize="6311,0" path="m5568,1239l11879,1239e" filled="f" stroked="t" strokeweight=".82pt" strokecolor="#000000">
                <v:path arrowok="t"/>
              </v:shape>
            </v:group>
            <v:group style="position:absolute;left:5568;top:1506;width:6311;height:2" coordorigin="5568,1506" coordsize="6311,2">
              <v:shape style="position:absolute;left:5568;top:1506;width:6311;height:2" coordorigin="5568,1506" coordsize="6311,0" path="m5568,1506l11879,1506e" filled="f" stroked="t" strokeweight=".82pt" strokecolor="#000000">
                <v:path arrowok="t"/>
              </v:shape>
            </v:group>
            <v:group style="position:absolute;left:5568;top:1772;width:6311;height:2" coordorigin="5568,1772" coordsize="6311,2">
              <v:shape style="position:absolute;left:5568;top:1772;width:6311;height:2" coordorigin="5568,1772" coordsize="6311,0" path="m5568,1772l11879,1772e" filled="f" stroked="t" strokeweight=".82pt" strokecolor="#000000">
                <v:path arrowok="t"/>
              </v:shape>
            </v:group>
            <v:group style="position:absolute;left:5568;top:2039;width:6311;height:2" coordorigin="5568,2039" coordsize="6311,2">
              <v:shape style="position:absolute;left:5568;top:2039;width:6311;height:2" coordorigin="5568,2039" coordsize="6311,0" path="m5568,2039l11879,2039e" filled="f" stroked="t" strokeweight=".82pt" strokecolor="#000000">
                <v:path arrowok="t"/>
              </v:shape>
            </v:group>
            <v:group style="position:absolute;left:5568;top:2305;width:6311;height:2" coordorigin="5568,2305" coordsize="6311,2">
              <v:shape style="position:absolute;left:5568;top:2305;width:6311;height:2" coordorigin="5568,2305" coordsize="6311,0" path="m5568,2305l11879,2305e" filled="f" stroked="t" strokeweight=".82pt" strokecolor="#000000">
                <v:path arrowok="t"/>
              </v:shape>
            </v:group>
            <v:group style="position:absolute;left:5568;top:2572;width:6311;height:2" coordorigin="5568,2572" coordsize="6311,2">
              <v:shape style="position:absolute;left:5568;top:2572;width:6311;height:2" coordorigin="5568,2572" coordsize="6311,0" path="m5568,2572l11879,2572e" filled="f" stroked="t" strokeweight=".82pt" strokecolor="#000000">
                <v:path arrowok="t"/>
              </v:shape>
            </v:group>
            <v:group style="position:absolute;left:5568;top:2839;width:6311;height:2" coordorigin="5568,2839" coordsize="6311,2">
              <v:shape style="position:absolute;left:5568;top:2839;width:6311;height:2" coordorigin="5568,2839" coordsize="6311,0" path="m5568,2839l11879,2839e" filled="f" stroked="t" strokeweight=".82pt" strokecolor="#000000">
                <v:path arrowok="t"/>
              </v:shape>
            </v:group>
            <v:group style="position:absolute;left:5568;top:3105;width:6311;height:2" coordorigin="5568,3105" coordsize="6311,2">
              <v:shape style="position:absolute;left:5568;top:3105;width:6311;height:2" coordorigin="5568,3105" coordsize="6311,0" path="m5568,3105l11879,3105e" filled="f" stroked="t" strokeweight=".82pt" strokecolor="#000000">
                <v:path arrowok="t"/>
              </v:shape>
            </v:group>
            <v:group style="position:absolute;left:5568;top:3372;width:6311;height:2" coordorigin="5568,3372" coordsize="6311,2">
              <v:shape style="position:absolute;left:5568;top:3372;width:6311;height:2" coordorigin="5568,3372" coordsize="6311,0" path="m5568,3372l11879,3372e" filled="f" stroked="t" strokeweight=".82pt" strokecolor="#000000">
                <v:path arrowok="t"/>
              </v:shape>
            </v:group>
            <v:group style="position:absolute;left:5568;top:3638;width:6311;height:2" coordorigin="5568,3638" coordsize="6311,2">
              <v:shape style="position:absolute;left:5568;top:3638;width:6311;height:2" coordorigin="5568,3638" coordsize="6311,0" path="m5568,3638l11879,3638e" filled="f" stroked="t" strokeweight=".82pt" strokecolor="#000000">
                <v:path arrowok="t"/>
              </v:shape>
            </v:group>
            <v:group style="position:absolute;left:5568;top:3905;width:6311;height:2" coordorigin="5568,3905" coordsize="6311,2">
              <v:shape style="position:absolute;left:5568;top:3905;width:6311;height:2" coordorigin="5568,3905" coordsize="6311,0" path="m5568,3905l11879,3905e" filled="f" stroked="t" strokeweight=".82pt" strokecolor="#000000">
                <v:path arrowok="t"/>
              </v:shape>
            </v:group>
            <v:group style="position:absolute;left:15113;top:973;width:2;height:4805" coordorigin="15113,973" coordsize="2,4805">
              <v:shape style="position:absolute;left:15113;top:973;width:2;height:4805" coordorigin="15113,973" coordsize="0,4805" path="m15113,973l15113,5778e" filled="f" stroked="t" strokeweight=".81997pt" strokecolor="#000000">
                <v:path arrowok="t"/>
              </v:shape>
            </v:group>
            <v:group style="position:absolute;left:5568;top:4171;width:9552;height:2" coordorigin="5568,4171" coordsize="9552,2">
              <v:shape style="position:absolute;left:5568;top:4171;width:9552;height:2" coordorigin="5568,4171" coordsize="9552,0" path="m5568,4171l15120,4171e" filled="f" stroked="t" strokeweight=".82pt" strokecolor="#000000">
                <v:path arrowok="t"/>
              </v:shape>
            </v:group>
            <v:group style="position:absolute;left:5568;top:4438;width:6311;height:2" coordorigin="5568,4438" coordsize="6311,2">
              <v:shape style="position:absolute;left:5568;top:4438;width:6311;height:2" coordorigin="5568,4438" coordsize="6311,0" path="m5568,4438l11879,4438e" filled="f" stroked="t" strokeweight=".82pt" strokecolor="#000000">
                <v:path arrowok="t"/>
              </v:shape>
            </v:group>
            <v:group style="position:absolute;left:5568;top:4704;width:6311;height:2" coordorigin="5568,4704" coordsize="6311,2">
              <v:shape style="position:absolute;left:5568;top:4704;width:6311;height:2" coordorigin="5568,4704" coordsize="6311,0" path="m5568,4704l11879,4704e" filled="f" stroked="t" strokeweight=".82pt" strokecolor="#000000">
                <v:path arrowok="t"/>
              </v:shape>
            </v:group>
            <v:group style="position:absolute;left:5568;top:4971;width:6311;height:2" coordorigin="5568,4971" coordsize="6311,2">
              <v:shape style="position:absolute;left:5568;top:4971;width:6311;height:2" coordorigin="5568,4971" coordsize="6311,0" path="m5568,4971l11879,4971e" filled="f" stroked="t" strokeweight=".82pt" strokecolor="#000000">
                <v:path arrowok="t"/>
              </v:shape>
            </v:group>
            <v:group style="position:absolute;left:5568;top:5238;width:6311;height:2" coordorigin="5568,5238" coordsize="6311,2">
              <v:shape style="position:absolute;left:5568;top:5238;width:6311;height:2" coordorigin="5568,5238" coordsize="6311,0" path="m5568,5238l11879,5238e" filled="f" stroked="t" strokeweight=".82pt" strokecolor="#000000">
                <v:path arrowok="t"/>
              </v:shape>
            </v:group>
            <v:group style="position:absolute;left:5568;top:5504;width:6311;height:2" coordorigin="5568,5504" coordsize="6311,2">
              <v:shape style="position:absolute;left:5568;top:5504;width:6311;height:2" coordorigin="5568,5504" coordsize="6311,0" path="m5568,5504l11879,5504e" filled="f" stroked="t" strokeweight=".82pt" strokecolor="#000000">
                <v:path arrowok="t"/>
              </v:shape>
            </v:group>
            <v:group style="position:absolute;left:720;top:5771;width:14400;height:2" coordorigin="720,5771" coordsize="14400,2">
              <v:shape style="position:absolute;left:720;top:5771;width:14400;height:2" coordorigin="720,5771" coordsize="14400,0" path="m720,5771l15120,5771e" filled="f" stroked="t" strokeweight=".82pt" strokecolor="#000000">
                <v:path arrowok="t"/>
              </v:shape>
            </v:group>
            <w10:wrap type="none"/>
          </v:group>
        </w:pict>
      </w:r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6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496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4" w:lineRule="exact"/>
              <w:ind w:left="1181" w:right="1158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800" w:lineRule="atLeast"/>
              <w:ind w:left="1065" w:right="998" w:firstLine="288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5.080004" w:type="dxa"/>
      </w:tblPr>
      <w:tblGrid/>
      <w:tr>
        <w:trPr>
          <w:trHeight w:val="266" w:hRule="exact"/>
        </w:trPr>
        <w:tc>
          <w:tcPr>
            <w:tcW w:w="1700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5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Á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3148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1044" w:right="1009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ÍCU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É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3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Â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M)</w:t>
            </w:r>
          </w:p>
        </w:tc>
        <w:tc>
          <w:tcPr>
            <w:tcW w:w="3616" w:type="dxa"/>
            <w:gridSpan w:val="2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0" w:after="0" w:line="236" w:lineRule="exact"/>
              <w:ind w:left="1159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3241" w:type="dxa"/>
            <w:tcBorders>
              <w:top w:val="single" w:sz="6.56" w:space="0" w:color="000000"/>
              <w:bottom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0" w:after="0" w:line="243" w:lineRule="exact"/>
              <w:ind w:left="11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267" w:hRule="exact"/>
        </w:trPr>
        <w:tc>
          <w:tcPr>
            <w:tcW w:w="1700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44" w:lineRule="exact"/>
              <w:ind w:left="496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3148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 w:val="restart"/>
            <w:tcBorders>
              <w:top w:val="single" w:sz="6.56" w:space="0" w:color="000000"/>
              <w:left w:val="single" w:sz="6.55976" w:space="0" w:color="000000"/>
              <w:right w:val="single" w:sz="6.55976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94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UA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ME</w:t>
            </w:r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1700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39" w:right="302"/>
              <w:jc w:val="center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1130" w:right="-43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3241" w:type="dxa"/>
            <w:vMerge/>
            <w:tcBorders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700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3148" w:type="dxa"/>
            <w:vMerge/>
            <w:tcBorders>
              <w:bottom w:val="nil" w:sz="6" w:space="0" w:color="auto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965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29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5976" w:space="0" w:color="000000"/>
              <w:bottom w:val="single" w:sz="6.5597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3241" w:type="dxa"/>
            <w:vMerge/>
            <w:tcBorders>
              <w:bottom w:val="nil" w:sz="6" w:space="0" w:color="auto"/>
              <w:left w:val="single" w:sz="6.55976" w:space="0" w:color="000000"/>
              <w:right w:val="single" w:sz="6.55976" w:space="0" w:color="000000"/>
            </w:tcBorders>
          </w:tcPr>
          <w:p>
            <w:pPr/>
            <w:rPr/>
          </w:p>
        </w:tc>
      </w:tr>
    </w:tbl>
    <w:p>
      <w:pPr>
        <w:spacing w:after="0"/>
        <w:sectPr>
          <w:type w:val="continuous"/>
          <w:pgSz w:w="15840" w:h="12240" w:orient="landscape"/>
          <w:pgMar w:top="860" w:bottom="0" w:left="600" w:right="600"/>
        </w:sectPr>
      </w:pPr>
      <w:rPr/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/>
        <w:pict>
          <v:group style="position:absolute;margin-left:35.254002pt;margin-top:254.610001pt;width:559.080pt;height:134.480pt;mso-position-horizontal-relative:page;mso-position-vertical-relative:page;z-index:-18550" coordorigin="705,5092" coordsize="11182,2690">
            <v:group style="position:absolute;left:713;top:5100;width:2;height:2673" coordorigin="713,5100" coordsize="2,2673">
              <v:shape style="position:absolute;left:713;top:5100;width:2;height:2673" coordorigin="713,5100" coordsize="0,2673" path="m713,5100l713,7774e" filled="f" stroked="t" strokeweight=".82pt" strokecolor="#000000">
                <v:path arrowok="t"/>
              </v:shape>
            </v:group>
            <v:group style="position:absolute;left:2413;top:5100;width:2;height:2673" coordorigin="2413,5100" coordsize="2,2673">
              <v:shape style="position:absolute;left:2413;top:5100;width:2;height:2673" coordorigin="2413,5100" coordsize="0,2673" path="m2413,5100l2413,7774e" filled="f" stroked="t" strokeweight=".82pt" strokecolor="#000000">
                <v:path arrowok="t"/>
              </v:shape>
            </v:group>
            <v:group style="position:absolute;left:8255;top:5108;width:2;height:2666" coordorigin="8255,5108" coordsize="2,2666">
              <v:shape style="position:absolute;left:8255;top:5108;width:2;height:2666" coordorigin="8255,5108" coordsize="0,2666" path="m8255,5108l8255,7774e" filled="f" stroked="t" strokeweight=".82pt" strokecolor="#000000">
                <v:path arrowok="t"/>
              </v:shape>
            </v:group>
            <v:group style="position:absolute;left:720;top:7766;width:11158;height:2" coordorigin="720,7766" coordsize="11158,2">
              <v:shape style="position:absolute;left:720;top:7766;width:11158;height:2" coordorigin="720,7766" coordsize="11158,0" path="m720,7766l11878,7766e" filled="f" stroked="t" strokeweight=".8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755.640015pt;margin-top:255.020004pt;width:.1pt;height:133.66pt;mso-position-horizontal-relative:page;mso-position-vertical-relative:page;z-index:-18549" coordorigin="15113,5100" coordsize="2,2673">
            <v:shape style="position:absolute;left:15113;top:5100;width:2;height:2673" coordorigin="15113,5100" coordsize="0,2673" path="m15113,5100l15113,7774e" filled="f" stroked="t" strokeweight=".81997pt" strokecolor="#000000">
              <v:path arrowok="t"/>
            </v:shape>
          </v:group>
          <w10:wrap type="none"/>
        </w:pict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292.600098" w:type="dxa"/>
      </w:tblPr>
      <w:tblGrid/>
      <w:tr>
        <w:trPr>
          <w:trHeight w:val="267" w:hRule="exact"/>
        </w:trPr>
        <w:tc>
          <w:tcPr>
            <w:tcW w:w="2694" w:type="dxa"/>
            <w:vMerge w:val="restart"/>
            <w:tcBorders>
              <w:top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8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1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right="-1210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5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9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6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2694" w:type="dxa"/>
            <w:vMerge/>
            <w:tcBorders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/>
            <w:rPr/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6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6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7" w:hRule="exact"/>
        </w:trPr>
        <w:tc>
          <w:tcPr>
            <w:tcW w:w="2694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left="374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V1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74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7" w:after="0" w:line="244" w:lineRule="exact"/>
              <w:ind w:right="-126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7</w:t>
            </w:r>
          </w:p>
        </w:tc>
        <w:tc>
          <w:tcPr>
            <w:tcW w:w="1873" w:type="dxa"/>
            <w:tcBorders>
              <w:top w:val="single" w:sz="6.56" w:space="0" w:color="000000"/>
              <w:bottom w:val="single" w:sz="6.56" w:space="0" w:color="000000"/>
              <w:left w:val="single" w:sz="6.56" w:space="0" w:color="000000"/>
              <w:right w:val="single" w:sz="6.55976" w:space="0" w:color="000000"/>
            </w:tcBorders>
          </w:tcPr>
          <w:p>
            <w:pPr>
              <w:spacing w:before="7" w:after="0" w:line="244" w:lineRule="exact"/>
              <w:ind w:left="28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=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2060" w:type="dxa"/>
            <w:tcBorders>
              <w:top w:val="nil" w:sz="6" w:space="0" w:color="auto"/>
              <w:bottom w:val="nil" w:sz="6" w:space="0" w:color="auto"/>
              <w:left w:val="single" w:sz="6.55976" w:space="0" w:color="000000"/>
              <w:right w:val="nil" w:sz="6" w:space="0" w:color="auto"/>
            </w:tcBorders>
          </w:tcPr>
          <w:p>
            <w:pPr>
              <w:spacing w:before="15" w:after="0" w:line="240" w:lineRule="auto"/>
              <w:ind w:left="1216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</w:p>
        </w:tc>
      </w:tr>
    </w:tbl>
    <w:sectPr>
      <w:pgSz w:w="15840" w:h="12240" w:orient="landscape"/>
      <w:pgMar w:top="1120" w:bottom="280" w:left="226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geototal1</dc:creator>
  <dcterms:created xsi:type="dcterms:W3CDTF">2012-04-03T11:21:56Z</dcterms:created>
  <dcterms:modified xsi:type="dcterms:W3CDTF">2012-04-03T11:21:56Z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2011-12-19T00:00:00Z</vt:filetime>
  </property>
  <property fmtid="{D5CDD505-2E9C-101B-9397-08002B2CF9AE}" pid="3" name="LastSaved">
    <vt:filetime>2012-04-03T00:00:00Z</vt:filetime>
  </property>
</Properties>
</file>